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F1CA4" w14:textId="33E1BADA" w:rsidR="00792A2E" w:rsidRPr="00F91208" w:rsidRDefault="00792A2E" w:rsidP="005332EA">
      <w:pPr>
        <w:pStyle w:val="PGEdata"/>
        <w:rPr>
          <w:rFonts w:cs="Calibri"/>
          <w:szCs w:val="18"/>
        </w:rPr>
      </w:pPr>
      <w:r w:rsidRPr="00F91208">
        <w:rPr>
          <w:rFonts w:cs="Calibri"/>
          <w:szCs w:val="18"/>
        </w:rPr>
        <w:t>Nr ………………………………………</w:t>
      </w:r>
      <w:r w:rsidR="00177773" w:rsidRPr="00F91208">
        <w:rPr>
          <w:rFonts w:cs="Calibri"/>
          <w:szCs w:val="18"/>
        </w:rPr>
        <w:t>..</w:t>
      </w:r>
    </w:p>
    <w:p w14:paraId="30AE5D16" w14:textId="77777777" w:rsidR="00792A2E" w:rsidRPr="00F91208" w:rsidRDefault="00792A2E" w:rsidP="005332EA">
      <w:pPr>
        <w:pStyle w:val="PGEdata"/>
        <w:rPr>
          <w:rFonts w:cs="Calibri"/>
          <w:szCs w:val="18"/>
        </w:rPr>
      </w:pPr>
    </w:p>
    <w:p w14:paraId="2229ED08" w14:textId="6C8A8FDE" w:rsidR="0075070B" w:rsidRPr="00F91208" w:rsidRDefault="00D4001C" w:rsidP="005332EA">
      <w:pPr>
        <w:pStyle w:val="PGEdata"/>
        <w:rPr>
          <w:rFonts w:cs="Calibri"/>
          <w:szCs w:val="18"/>
        </w:rPr>
      </w:pPr>
      <w:r w:rsidRPr="00F91208">
        <w:rPr>
          <w:rFonts w:cs="Calibri"/>
          <w:szCs w:val="18"/>
        </w:rPr>
        <w:t>Białystok</w:t>
      </w:r>
      <w:r w:rsidR="0075070B" w:rsidRPr="00F91208">
        <w:rPr>
          <w:rFonts w:cs="Calibri"/>
          <w:szCs w:val="18"/>
        </w:rPr>
        <w:t xml:space="preserve">, </w:t>
      </w:r>
      <w:r w:rsidR="00792A2E" w:rsidRPr="00F91208">
        <w:rPr>
          <w:rFonts w:cs="Calibri"/>
          <w:szCs w:val="18"/>
        </w:rPr>
        <w:t>dn. ……………………r.</w:t>
      </w:r>
    </w:p>
    <w:p w14:paraId="0173A7C9" w14:textId="0A251EA6" w:rsidR="00792A2E" w:rsidRPr="00F91208" w:rsidRDefault="00B27D5E" w:rsidP="00792A2E">
      <w:pPr>
        <w:spacing w:line="360" w:lineRule="auto"/>
        <w:jc w:val="center"/>
        <w:rPr>
          <w:rFonts w:cs="Calibri"/>
          <w:b/>
          <w:sz w:val="18"/>
          <w:szCs w:val="18"/>
          <w:u w:val="single"/>
        </w:rPr>
      </w:pPr>
      <w:r w:rsidRPr="00F91208">
        <w:rPr>
          <w:rFonts w:cs="Calibri"/>
          <w:sz w:val="18"/>
          <w:szCs w:val="18"/>
        </w:rPr>
        <w:br/>
      </w:r>
      <w:r w:rsidR="00792A2E" w:rsidRPr="00F91208">
        <w:rPr>
          <w:rFonts w:cs="Calibri"/>
          <w:b/>
          <w:sz w:val="18"/>
          <w:szCs w:val="18"/>
          <w:u w:val="single"/>
        </w:rPr>
        <w:t>P E Ł N O M O C N I C T W O  I N W E S T Y C Y J N E</w:t>
      </w:r>
    </w:p>
    <w:p w14:paraId="4CF86EA9" w14:textId="77777777" w:rsidR="00792A2E" w:rsidRPr="00F91208" w:rsidRDefault="00792A2E" w:rsidP="00792A2E">
      <w:pPr>
        <w:spacing w:line="360" w:lineRule="auto"/>
        <w:jc w:val="center"/>
        <w:rPr>
          <w:rFonts w:cs="Calibri"/>
          <w:sz w:val="18"/>
          <w:szCs w:val="18"/>
        </w:rPr>
      </w:pPr>
      <w:r w:rsidRPr="00F91208">
        <w:rPr>
          <w:rFonts w:cs="Calibri"/>
          <w:sz w:val="18"/>
          <w:szCs w:val="18"/>
        </w:rPr>
        <w:t>S U B S T Y T U C Y J N E</w:t>
      </w:r>
    </w:p>
    <w:p w14:paraId="016C923D" w14:textId="57D4D4FC" w:rsidR="009D3794" w:rsidRPr="00F91208" w:rsidRDefault="009D3794" w:rsidP="003E2E5A">
      <w:pPr>
        <w:spacing w:line="276" w:lineRule="auto"/>
        <w:jc w:val="both"/>
        <w:rPr>
          <w:sz w:val="18"/>
          <w:szCs w:val="18"/>
        </w:rPr>
      </w:pPr>
      <w:r w:rsidRPr="00DC673D">
        <w:rPr>
          <w:b/>
          <w:sz w:val="18"/>
          <w:szCs w:val="18"/>
          <w:lang w:eastAsia="zh-CN"/>
        </w:rPr>
        <w:t>Andrzej Wysocki</w:t>
      </w:r>
      <w:r w:rsidRPr="00DC673D">
        <w:rPr>
          <w:i/>
          <w:sz w:val="18"/>
          <w:szCs w:val="18"/>
        </w:rPr>
        <w:t xml:space="preserve">, </w:t>
      </w:r>
      <w:r w:rsidRPr="00DC673D">
        <w:rPr>
          <w:sz w:val="18"/>
          <w:szCs w:val="18"/>
        </w:rPr>
        <w:t>Zastępca</w:t>
      </w:r>
      <w:r w:rsidRPr="00DC673D">
        <w:rPr>
          <w:i/>
          <w:sz w:val="18"/>
          <w:szCs w:val="18"/>
        </w:rPr>
        <w:t xml:space="preserve"> </w:t>
      </w:r>
      <w:r w:rsidRPr="00DC673D">
        <w:rPr>
          <w:sz w:val="18"/>
          <w:szCs w:val="18"/>
        </w:rPr>
        <w:t>Dyrektora Generalnego PGE Dystrybucja S.A. Oddział Białystok z siedzibą w Białymstoku,</w:t>
      </w:r>
      <w:r w:rsidRPr="00DC673D">
        <w:rPr>
          <w:i/>
          <w:sz w:val="18"/>
          <w:szCs w:val="18"/>
        </w:rPr>
        <w:t xml:space="preserve"> </w:t>
      </w:r>
      <w:r w:rsidRPr="00DC673D">
        <w:rPr>
          <w:sz w:val="18"/>
          <w:szCs w:val="18"/>
        </w:rPr>
        <w:t xml:space="preserve">działający jako pełnomocnik Spółki PGE Dystrybucja Spółka Akcyjna z siedzibą w Lublinie, ul. Garbarska 21a, 20-340 Lublin,  wpisanej do rejestru przedsiębiorców prowadzonego przez Sąd Rejonowy Lublin-Wschód w Lublinie z siedzibą w Świdniku, VI Wydział Gospodarczy pod nr KRS: 0000343124, kapitał zakładowy 9 729 424 160 zł w całości opłacony, zwanej dalej „Spółką”, na podstawie pełnomocnictwa nr </w:t>
      </w:r>
      <w:r w:rsidR="00B42D92" w:rsidRPr="00DC673D">
        <w:rPr>
          <w:sz w:val="18"/>
          <w:szCs w:val="18"/>
        </w:rPr>
        <w:t xml:space="preserve">701/OB/GO/2023 z dnia 28.03.2023 </w:t>
      </w:r>
      <w:r w:rsidRPr="00DC673D">
        <w:rPr>
          <w:sz w:val="18"/>
          <w:szCs w:val="18"/>
        </w:rPr>
        <w:t xml:space="preserve">r. udzielonego przez </w:t>
      </w:r>
      <w:r w:rsidRPr="00DC673D">
        <w:rPr>
          <w:b/>
          <w:sz w:val="18"/>
          <w:szCs w:val="18"/>
          <w:lang w:eastAsia="zh-CN"/>
        </w:rPr>
        <w:t>Jacka Michała Płońskiego</w:t>
      </w:r>
      <w:r w:rsidRPr="00DC673D">
        <w:rPr>
          <w:i/>
          <w:sz w:val="18"/>
          <w:szCs w:val="18"/>
        </w:rPr>
        <w:t xml:space="preserve">, </w:t>
      </w:r>
      <w:r w:rsidRPr="00DC673D">
        <w:rPr>
          <w:sz w:val="18"/>
          <w:szCs w:val="18"/>
        </w:rPr>
        <w:t>Dyrektora Generalnego PGE Dystrybucja S.A. Oddział Białystok z siedzibą w Białymstoku,</w:t>
      </w:r>
      <w:r w:rsidRPr="00DC673D">
        <w:rPr>
          <w:i/>
          <w:sz w:val="18"/>
          <w:szCs w:val="18"/>
        </w:rPr>
        <w:t xml:space="preserve"> </w:t>
      </w:r>
      <w:r w:rsidRPr="00DC673D">
        <w:rPr>
          <w:sz w:val="18"/>
          <w:szCs w:val="18"/>
        </w:rPr>
        <w:t xml:space="preserve">działającego jako pełnomocnik Spółki, na podstawie pełnomocnictwa nr </w:t>
      </w:r>
      <w:r w:rsidR="00B42D92" w:rsidRPr="00DC673D">
        <w:rPr>
          <w:sz w:val="18"/>
          <w:szCs w:val="18"/>
        </w:rPr>
        <w:t xml:space="preserve">107/OB/CE/2023 z dnia 27.03.2023 </w:t>
      </w:r>
      <w:r w:rsidRPr="00DC673D">
        <w:rPr>
          <w:sz w:val="18"/>
          <w:szCs w:val="18"/>
        </w:rPr>
        <w:t xml:space="preserve">r. udzielonego przez </w:t>
      </w:r>
      <w:r w:rsidRPr="00DC673D">
        <w:rPr>
          <w:sz w:val="18"/>
          <w:szCs w:val="18"/>
          <w:lang w:eastAsia="zh-CN"/>
        </w:rPr>
        <w:t>Zarząd Spółki PGE Dystrybucja Spółka Akcyjna z siedzibą w Lublinie</w:t>
      </w:r>
      <w:r w:rsidRPr="00DC673D">
        <w:rPr>
          <w:sz w:val="18"/>
          <w:szCs w:val="18"/>
        </w:rPr>
        <w:t>, niniejszym udziela</w:t>
      </w:r>
      <w:r w:rsidRPr="00F91208">
        <w:rPr>
          <w:sz w:val="18"/>
          <w:szCs w:val="18"/>
        </w:rPr>
        <w:t>:</w:t>
      </w:r>
    </w:p>
    <w:p w14:paraId="0BE0FDB4" w14:textId="7484A5C5" w:rsidR="00792A2E" w:rsidRPr="00F91208" w:rsidRDefault="00792A2E" w:rsidP="003E2E5A">
      <w:pPr>
        <w:spacing w:line="276" w:lineRule="auto"/>
        <w:jc w:val="both"/>
        <w:rPr>
          <w:rFonts w:cs="Calibri"/>
          <w:sz w:val="18"/>
          <w:szCs w:val="18"/>
        </w:rPr>
      </w:pPr>
      <w:r w:rsidRPr="00F91208">
        <w:rPr>
          <w:rFonts w:cs="Calibri"/>
          <w:b/>
          <w:sz w:val="18"/>
          <w:szCs w:val="18"/>
        </w:rPr>
        <w:t>Panu</w:t>
      </w:r>
      <w:r w:rsidR="0047119C" w:rsidRPr="00F91208">
        <w:rPr>
          <w:rFonts w:cs="Calibri"/>
          <w:b/>
          <w:sz w:val="18"/>
          <w:szCs w:val="18"/>
        </w:rPr>
        <w:t>/i</w:t>
      </w:r>
      <w:r w:rsidRPr="00F91208">
        <w:rPr>
          <w:rFonts w:cs="Calibri"/>
          <w:b/>
          <w:sz w:val="18"/>
          <w:szCs w:val="18"/>
        </w:rPr>
        <w:t xml:space="preserve"> </w:t>
      </w:r>
      <w:r w:rsidR="0047119C" w:rsidRPr="00F91208">
        <w:rPr>
          <w:rFonts w:cs="Calibri"/>
          <w:b/>
          <w:sz w:val="18"/>
          <w:szCs w:val="18"/>
        </w:rPr>
        <w:t>……………………………</w:t>
      </w:r>
      <w:r w:rsidRPr="00F91208">
        <w:rPr>
          <w:rFonts w:cs="Calibri"/>
          <w:sz w:val="18"/>
          <w:szCs w:val="18"/>
        </w:rPr>
        <w:t>,</w:t>
      </w:r>
    </w:p>
    <w:p w14:paraId="5171AB25" w14:textId="30DCF22A" w:rsidR="00792A2E" w:rsidRPr="00F91208" w:rsidRDefault="00792A2E" w:rsidP="003E2E5A">
      <w:pPr>
        <w:spacing w:line="276" w:lineRule="auto"/>
        <w:jc w:val="both"/>
        <w:rPr>
          <w:rFonts w:cs="Calibri"/>
          <w:color w:val="000000"/>
          <w:sz w:val="18"/>
          <w:szCs w:val="18"/>
        </w:rPr>
      </w:pPr>
      <w:r w:rsidRPr="00F91208">
        <w:rPr>
          <w:rFonts w:cs="Calibri"/>
          <w:sz w:val="18"/>
          <w:szCs w:val="18"/>
        </w:rPr>
        <w:t xml:space="preserve">posiadającemu numer PESEL </w:t>
      </w:r>
      <w:r w:rsidR="0047119C" w:rsidRPr="00F91208">
        <w:rPr>
          <w:rFonts w:cs="Calibri"/>
          <w:b/>
          <w:color w:val="000000"/>
          <w:sz w:val="18"/>
          <w:szCs w:val="18"/>
        </w:rPr>
        <w:t>……………………………</w:t>
      </w:r>
      <w:r w:rsidRPr="00F91208">
        <w:rPr>
          <w:rFonts w:cs="Calibri"/>
          <w:sz w:val="18"/>
          <w:szCs w:val="18"/>
        </w:rPr>
        <w:t>,</w:t>
      </w:r>
    </w:p>
    <w:p w14:paraId="10BF9298" w14:textId="101DA992" w:rsidR="00792A2E" w:rsidRPr="00F91208" w:rsidRDefault="00792A2E" w:rsidP="003E2E5A">
      <w:pPr>
        <w:spacing w:line="276" w:lineRule="auto"/>
        <w:jc w:val="both"/>
        <w:rPr>
          <w:rFonts w:cs="Calibri"/>
          <w:sz w:val="18"/>
          <w:szCs w:val="18"/>
        </w:rPr>
      </w:pPr>
      <w:r w:rsidRPr="00F91208">
        <w:rPr>
          <w:rFonts w:cs="Calibri"/>
          <w:color w:val="222222"/>
          <w:sz w:val="18"/>
          <w:szCs w:val="18"/>
          <w:shd w:val="clear" w:color="auto" w:fill="FFFFFF"/>
        </w:rPr>
        <w:t xml:space="preserve">Przedsiębiorcy występującemu w obrocie gospodarczym pod nazwą: </w:t>
      </w:r>
      <w:r w:rsidRPr="00F91208">
        <w:rPr>
          <w:rFonts w:cs="Calibri"/>
          <w:b/>
          <w:color w:val="222222"/>
          <w:sz w:val="18"/>
          <w:szCs w:val="18"/>
          <w:shd w:val="clear" w:color="auto" w:fill="FFFFFF"/>
        </w:rPr>
        <w:t>„</w:t>
      </w:r>
      <w:r w:rsidR="0047119C" w:rsidRPr="00F91208">
        <w:rPr>
          <w:rFonts w:cs="Calibri"/>
          <w:b/>
          <w:sz w:val="18"/>
          <w:szCs w:val="18"/>
        </w:rPr>
        <w:t>……………nazwa firmy…………</w:t>
      </w:r>
      <w:r w:rsidRPr="00F91208">
        <w:rPr>
          <w:rFonts w:cs="Calibri"/>
          <w:b/>
          <w:sz w:val="18"/>
          <w:szCs w:val="18"/>
        </w:rPr>
        <w:t>”</w:t>
      </w:r>
      <w:r w:rsidRPr="00F91208">
        <w:rPr>
          <w:rFonts w:cs="Calibri"/>
          <w:sz w:val="18"/>
          <w:szCs w:val="18"/>
        </w:rPr>
        <w:t xml:space="preserve">, w celu realizacji </w:t>
      </w:r>
      <w:r w:rsidR="00991D21" w:rsidRPr="00F91208">
        <w:rPr>
          <w:rFonts w:cs="Calibri"/>
          <w:sz w:val="18"/>
          <w:szCs w:val="18"/>
        </w:rPr>
        <w:t xml:space="preserve">dokumentacji projektowej i robót budowlanych </w:t>
      </w:r>
      <w:r w:rsidRPr="00F91208">
        <w:rPr>
          <w:rFonts w:cs="Calibri"/>
          <w:sz w:val="18"/>
          <w:szCs w:val="18"/>
        </w:rPr>
        <w:t xml:space="preserve">pn. </w:t>
      </w:r>
      <w:r w:rsidRPr="00F91208">
        <w:rPr>
          <w:rFonts w:cs="Calibri"/>
          <w:b/>
          <w:color w:val="000000"/>
          <w:sz w:val="18"/>
          <w:szCs w:val="18"/>
        </w:rPr>
        <w:t>„</w:t>
      </w:r>
      <w:r w:rsidR="0047119C" w:rsidRPr="00F91208">
        <w:rPr>
          <w:rFonts w:cs="Calibri"/>
          <w:b/>
          <w:sz w:val="18"/>
          <w:szCs w:val="18"/>
        </w:rPr>
        <w:t>……………………….nazwa zadania………………………………..</w:t>
      </w:r>
      <w:r w:rsidRPr="00F91208">
        <w:rPr>
          <w:rFonts w:cs="Calibri"/>
          <w:b/>
          <w:color w:val="000000"/>
          <w:sz w:val="18"/>
          <w:szCs w:val="18"/>
        </w:rPr>
        <w:t>”</w:t>
      </w:r>
      <w:r w:rsidRPr="00F91208">
        <w:rPr>
          <w:rFonts w:cs="Calibri"/>
          <w:color w:val="000000"/>
          <w:sz w:val="18"/>
          <w:szCs w:val="18"/>
        </w:rPr>
        <w:t xml:space="preserve"> </w:t>
      </w:r>
      <w:r w:rsidRPr="00F91208">
        <w:rPr>
          <w:rFonts w:cs="Calibri"/>
          <w:sz w:val="18"/>
          <w:szCs w:val="18"/>
        </w:rPr>
        <w:t xml:space="preserve">(Umowa nr: </w:t>
      </w:r>
      <w:r w:rsidR="00BA7B08" w:rsidRPr="00F91208">
        <w:rPr>
          <w:rFonts w:cs="Calibri"/>
          <w:b/>
          <w:bCs/>
          <w:sz w:val="18"/>
          <w:szCs w:val="18"/>
        </w:rPr>
        <w:t>UMJ/DYS/OB/</w:t>
      </w:r>
      <w:r w:rsidR="00B42D92">
        <w:rPr>
          <w:rFonts w:cs="Calibri"/>
          <w:b/>
          <w:bCs/>
          <w:sz w:val="18"/>
          <w:szCs w:val="18"/>
        </w:rPr>
        <w:t>RR4</w:t>
      </w:r>
      <w:r w:rsidR="00846483">
        <w:rPr>
          <w:rFonts w:cs="Calibri"/>
          <w:b/>
          <w:bCs/>
          <w:sz w:val="18"/>
          <w:szCs w:val="18"/>
        </w:rPr>
        <w:t>/</w:t>
      </w:r>
      <w:r w:rsidR="00BA7B08" w:rsidRPr="00F91208">
        <w:rPr>
          <w:rFonts w:cs="Calibri"/>
          <w:b/>
          <w:bCs/>
          <w:sz w:val="18"/>
          <w:szCs w:val="18"/>
        </w:rPr>
        <w:t>............</w:t>
      </w:r>
      <w:r w:rsidR="00666778">
        <w:rPr>
          <w:rFonts w:cs="Calibri"/>
          <w:b/>
          <w:bCs/>
          <w:sz w:val="18"/>
          <w:szCs w:val="18"/>
        </w:rPr>
        <w:t>/2023</w:t>
      </w:r>
      <w:r w:rsidRPr="00F91208">
        <w:rPr>
          <w:rFonts w:cs="Calibri"/>
          <w:b/>
          <w:bCs/>
          <w:sz w:val="18"/>
          <w:szCs w:val="18"/>
        </w:rPr>
        <w:t>/WY</w:t>
      </w:r>
      <w:r w:rsidRPr="00F91208">
        <w:rPr>
          <w:rFonts w:cs="Calibri"/>
          <w:sz w:val="18"/>
          <w:szCs w:val="18"/>
        </w:rPr>
        <w:t>)</w:t>
      </w:r>
    </w:p>
    <w:p w14:paraId="488DB474" w14:textId="653363F7" w:rsidR="00F91208" w:rsidRPr="00F91208" w:rsidRDefault="00792A2E" w:rsidP="003E2E5A">
      <w:pPr>
        <w:spacing w:line="276" w:lineRule="auto"/>
        <w:ind w:left="-142"/>
        <w:jc w:val="center"/>
        <w:rPr>
          <w:rFonts w:cs="Calibri"/>
          <w:sz w:val="18"/>
          <w:szCs w:val="18"/>
        </w:rPr>
      </w:pPr>
      <w:r w:rsidRPr="00F91208">
        <w:rPr>
          <w:rFonts w:cs="Calibri"/>
          <w:sz w:val="18"/>
          <w:szCs w:val="18"/>
        </w:rPr>
        <w:t>§ 1</w:t>
      </w:r>
    </w:p>
    <w:p w14:paraId="411D9286" w14:textId="03BC4FD2" w:rsidR="00792A2E" w:rsidRPr="00F91208" w:rsidRDefault="00F91208" w:rsidP="003E2E5A">
      <w:pPr>
        <w:pStyle w:val="Akapitzlist"/>
        <w:numPr>
          <w:ilvl w:val="0"/>
          <w:numId w:val="13"/>
        </w:numPr>
        <w:tabs>
          <w:tab w:val="left" w:pos="284"/>
        </w:tabs>
        <w:spacing w:line="276" w:lineRule="auto"/>
        <w:ind w:left="0" w:right="15" w:firstLine="0"/>
        <w:jc w:val="both"/>
        <w:rPr>
          <w:rFonts w:asciiTheme="minorHAnsi" w:hAnsiTheme="minorHAnsi" w:cs="Calibri"/>
          <w:b/>
          <w:bCs/>
          <w:color w:val="000000"/>
          <w:sz w:val="18"/>
          <w:szCs w:val="18"/>
        </w:rPr>
      </w:pPr>
      <w:r>
        <w:rPr>
          <w:rFonts w:asciiTheme="minorHAnsi" w:hAnsiTheme="minorHAnsi" w:cs="Calibri"/>
          <w:color w:val="000000"/>
          <w:sz w:val="18"/>
          <w:szCs w:val="18"/>
        </w:rPr>
        <w:t xml:space="preserve">Pełnomocnictwa </w:t>
      </w:r>
      <w:r w:rsidR="00792A2E" w:rsidRPr="00F91208">
        <w:rPr>
          <w:rFonts w:asciiTheme="minorHAnsi" w:hAnsiTheme="minorHAnsi" w:cs="Calibri"/>
          <w:color w:val="000000"/>
          <w:sz w:val="18"/>
          <w:szCs w:val="18"/>
        </w:rPr>
        <w:t xml:space="preserve">substytucyjnego do dokonywania czynności faktycznych i prawnych przed organami administracji państwowej, samorządowej, osobami fizycznymi i prawnymi w imieniu PGE Dystrybucja S.A. z siedzibą w Lublinie, </w:t>
      </w:r>
      <w:r w:rsidR="00991D21" w:rsidRPr="00F91208">
        <w:rPr>
          <w:rFonts w:asciiTheme="minorHAnsi" w:hAnsiTheme="minorHAnsi" w:cs="Calibri"/>
          <w:color w:val="000000"/>
          <w:sz w:val="18"/>
          <w:szCs w:val="18"/>
        </w:rPr>
        <w:br/>
      </w:r>
      <w:r w:rsidR="00792A2E" w:rsidRPr="00F91208">
        <w:rPr>
          <w:rFonts w:asciiTheme="minorHAnsi" w:hAnsiTheme="minorHAnsi" w:cs="Calibri"/>
          <w:color w:val="000000"/>
          <w:sz w:val="18"/>
          <w:szCs w:val="18"/>
        </w:rPr>
        <w:t xml:space="preserve">20-340 Lublin, ul. Garbarska 21A, pełniącej rolę inwestora, przy realizacji zadania pn. </w:t>
      </w:r>
      <w:r w:rsidR="0047119C" w:rsidRPr="00F91208">
        <w:rPr>
          <w:rFonts w:asciiTheme="minorHAnsi" w:hAnsiTheme="minorHAnsi" w:cs="Calibri"/>
          <w:b/>
          <w:color w:val="000000"/>
          <w:sz w:val="18"/>
          <w:szCs w:val="18"/>
        </w:rPr>
        <w:t>„</w:t>
      </w:r>
      <w:r w:rsidR="0047119C" w:rsidRPr="00F91208">
        <w:rPr>
          <w:rFonts w:asciiTheme="minorHAnsi" w:hAnsiTheme="minorHAnsi" w:cs="Calibri"/>
          <w:b/>
          <w:sz w:val="18"/>
          <w:szCs w:val="18"/>
        </w:rPr>
        <w:t>……………………….nazwa zadania………………………………..</w:t>
      </w:r>
      <w:r w:rsidR="0047119C" w:rsidRPr="00F91208">
        <w:rPr>
          <w:rFonts w:asciiTheme="minorHAnsi" w:hAnsiTheme="minorHAnsi" w:cs="Calibri"/>
          <w:b/>
          <w:color w:val="000000"/>
          <w:sz w:val="18"/>
          <w:szCs w:val="18"/>
        </w:rPr>
        <w:t>”</w:t>
      </w:r>
      <w:r w:rsidR="00792A2E" w:rsidRPr="00F91208">
        <w:rPr>
          <w:rFonts w:asciiTheme="minorHAnsi" w:hAnsiTheme="minorHAnsi" w:cs="Calibri"/>
          <w:b/>
          <w:bCs/>
          <w:color w:val="000000"/>
          <w:sz w:val="18"/>
          <w:szCs w:val="18"/>
        </w:rPr>
        <w:t>,</w:t>
      </w:r>
      <w:r w:rsidR="00792A2E" w:rsidRPr="00F91208">
        <w:rPr>
          <w:rFonts w:asciiTheme="minorHAnsi" w:hAnsiTheme="minorHAnsi" w:cs="Calibri"/>
          <w:color w:val="000000"/>
          <w:sz w:val="18"/>
          <w:szCs w:val="18"/>
        </w:rPr>
        <w:t xml:space="preserve"> </w:t>
      </w:r>
      <w:r w:rsidR="00792A2E" w:rsidRPr="00F91208">
        <w:rPr>
          <w:rFonts w:asciiTheme="minorHAnsi" w:hAnsiTheme="minorHAnsi" w:cs="Calibri"/>
          <w:sz w:val="18"/>
          <w:szCs w:val="18"/>
        </w:rPr>
        <w:t xml:space="preserve">w zakresie wskazanym w umowie nr </w:t>
      </w:r>
      <w:r w:rsidR="00BA7B08" w:rsidRPr="00F91208">
        <w:rPr>
          <w:rFonts w:asciiTheme="minorHAnsi" w:hAnsiTheme="minorHAnsi" w:cs="Calibri"/>
          <w:b/>
          <w:bCs/>
          <w:sz w:val="18"/>
          <w:szCs w:val="18"/>
        </w:rPr>
        <w:t>UMJ/DYS/OB/</w:t>
      </w:r>
      <w:r w:rsidR="00B42D92">
        <w:rPr>
          <w:rFonts w:asciiTheme="minorHAnsi" w:hAnsiTheme="minorHAnsi" w:cs="Calibri"/>
          <w:b/>
          <w:bCs/>
          <w:sz w:val="18"/>
          <w:szCs w:val="18"/>
        </w:rPr>
        <w:t>RR4</w:t>
      </w:r>
      <w:r w:rsidR="00BA7B08" w:rsidRPr="00F91208">
        <w:rPr>
          <w:rFonts w:asciiTheme="minorHAnsi" w:hAnsiTheme="minorHAnsi" w:cs="Calibri"/>
          <w:b/>
          <w:bCs/>
          <w:sz w:val="18"/>
          <w:szCs w:val="18"/>
        </w:rPr>
        <w:t>/............</w:t>
      </w:r>
      <w:r w:rsidR="00666778">
        <w:rPr>
          <w:rFonts w:asciiTheme="minorHAnsi" w:hAnsiTheme="minorHAnsi" w:cs="Calibri"/>
          <w:b/>
          <w:bCs/>
          <w:sz w:val="18"/>
          <w:szCs w:val="18"/>
        </w:rPr>
        <w:t>/2023</w:t>
      </w:r>
      <w:r w:rsidR="00792A2E" w:rsidRPr="00F91208">
        <w:rPr>
          <w:rFonts w:asciiTheme="minorHAnsi" w:hAnsiTheme="minorHAnsi" w:cs="Calibri"/>
          <w:b/>
          <w:bCs/>
          <w:sz w:val="18"/>
          <w:szCs w:val="18"/>
        </w:rPr>
        <w:t>/WY</w:t>
      </w:r>
      <w:r w:rsidR="00792A2E" w:rsidRPr="00F91208">
        <w:rPr>
          <w:rFonts w:asciiTheme="minorHAnsi" w:hAnsiTheme="minorHAnsi" w:cs="Calibri"/>
          <w:sz w:val="18"/>
          <w:szCs w:val="18"/>
        </w:rPr>
        <w:t xml:space="preserve"> z dnia </w:t>
      </w:r>
      <w:r w:rsidR="00666778">
        <w:rPr>
          <w:rFonts w:asciiTheme="minorHAnsi" w:hAnsiTheme="minorHAnsi" w:cs="Calibri"/>
          <w:b/>
          <w:sz w:val="18"/>
          <w:szCs w:val="18"/>
        </w:rPr>
        <w:t>…………2023</w:t>
      </w:r>
      <w:r w:rsidR="00792A2E" w:rsidRPr="00F91208">
        <w:rPr>
          <w:rFonts w:asciiTheme="minorHAnsi" w:hAnsiTheme="minorHAnsi" w:cs="Calibri"/>
          <w:b/>
          <w:sz w:val="18"/>
          <w:szCs w:val="18"/>
        </w:rPr>
        <w:t xml:space="preserve"> r.</w:t>
      </w:r>
      <w:r w:rsidR="00177773" w:rsidRPr="00F91208">
        <w:rPr>
          <w:rFonts w:asciiTheme="minorHAnsi" w:hAnsiTheme="minorHAnsi" w:cs="Calibri"/>
          <w:b/>
          <w:sz w:val="18"/>
          <w:szCs w:val="18"/>
        </w:rPr>
        <w:t xml:space="preserve"> </w:t>
      </w:r>
      <w:r w:rsidR="00177773" w:rsidRPr="00F91208">
        <w:rPr>
          <w:rFonts w:asciiTheme="minorHAnsi" w:hAnsiTheme="minorHAnsi" w:cs="Calibri"/>
          <w:sz w:val="18"/>
          <w:szCs w:val="18"/>
        </w:rPr>
        <w:t xml:space="preserve">z terminem realizacji zadania do dnia </w:t>
      </w:r>
      <w:r w:rsidR="0047119C" w:rsidRPr="00F91208">
        <w:rPr>
          <w:rFonts w:asciiTheme="minorHAnsi" w:hAnsiTheme="minorHAnsi" w:cs="Calibri"/>
          <w:b/>
          <w:sz w:val="18"/>
          <w:szCs w:val="18"/>
        </w:rPr>
        <w:t>……………</w:t>
      </w:r>
      <w:r w:rsidR="00177773" w:rsidRPr="00F91208">
        <w:rPr>
          <w:rFonts w:asciiTheme="minorHAnsi" w:hAnsiTheme="minorHAnsi" w:cs="Calibri"/>
          <w:b/>
          <w:sz w:val="18"/>
          <w:szCs w:val="18"/>
        </w:rPr>
        <w:t>202</w:t>
      </w:r>
      <w:r w:rsidR="00B42D92">
        <w:rPr>
          <w:rFonts w:asciiTheme="minorHAnsi" w:hAnsiTheme="minorHAnsi" w:cs="Calibri"/>
          <w:b/>
          <w:sz w:val="18"/>
          <w:szCs w:val="18"/>
        </w:rPr>
        <w:t>4</w:t>
      </w:r>
      <w:r w:rsidR="00177773" w:rsidRPr="00F91208">
        <w:rPr>
          <w:rFonts w:asciiTheme="minorHAnsi" w:hAnsiTheme="minorHAnsi" w:cs="Calibri"/>
          <w:b/>
          <w:sz w:val="18"/>
          <w:szCs w:val="18"/>
        </w:rPr>
        <w:t xml:space="preserve"> r.</w:t>
      </w:r>
      <w:r w:rsidR="00177773" w:rsidRPr="00F91208">
        <w:rPr>
          <w:rFonts w:asciiTheme="minorHAnsi" w:hAnsiTheme="minorHAnsi" w:cs="Calibri"/>
          <w:sz w:val="18"/>
          <w:szCs w:val="18"/>
        </w:rPr>
        <w:t xml:space="preserve"> oraz w okresie obowiązywania rękojmi i 36 miesięcznej gwarancji na wykonany przedmiot umowy, licząc od dnia odbioru końcowego bez uwag, co łącznie stanowi termin </w:t>
      </w:r>
      <w:r w:rsidR="00BA7B08" w:rsidRPr="00F91208">
        <w:rPr>
          <w:rFonts w:asciiTheme="minorHAnsi" w:hAnsiTheme="minorHAnsi" w:cs="Calibri"/>
          <w:b/>
          <w:sz w:val="18"/>
          <w:szCs w:val="18"/>
        </w:rPr>
        <w:t>……………</w:t>
      </w:r>
      <w:r w:rsidR="00666778">
        <w:rPr>
          <w:rFonts w:asciiTheme="minorHAnsi" w:hAnsiTheme="minorHAnsi" w:cs="Calibri"/>
          <w:b/>
          <w:sz w:val="18"/>
          <w:szCs w:val="18"/>
        </w:rPr>
        <w:t>202</w:t>
      </w:r>
      <w:r w:rsidR="00B42D92">
        <w:rPr>
          <w:rFonts w:asciiTheme="minorHAnsi" w:hAnsiTheme="minorHAnsi" w:cs="Calibri"/>
          <w:b/>
          <w:sz w:val="18"/>
          <w:szCs w:val="18"/>
        </w:rPr>
        <w:t>7</w:t>
      </w:r>
      <w:r w:rsidR="00177773" w:rsidRPr="00F91208">
        <w:rPr>
          <w:rFonts w:asciiTheme="minorHAnsi" w:hAnsiTheme="minorHAnsi" w:cs="Calibri"/>
          <w:b/>
          <w:sz w:val="18"/>
          <w:szCs w:val="18"/>
        </w:rPr>
        <w:t xml:space="preserve">r., </w:t>
      </w:r>
      <w:r w:rsidR="00792A2E" w:rsidRPr="00F91208">
        <w:rPr>
          <w:rFonts w:asciiTheme="minorHAnsi" w:hAnsiTheme="minorHAnsi" w:cs="Calibri"/>
          <w:b/>
          <w:sz w:val="18"/>
          <w:szCs w:val="18"/>
        </w:rPr>
        <w:t xml:space="preserve"> </w:t>
      </w:r>
      <w:r w:rsidR="00792A2E" w:rsidRPr="00F91208">
        <w:rPr>
          <w:rFonts w:asciiTheme="minorHAnsi" w:hAnsiTheme="minorHAnsi" w:cs="Calibri"/>
          <w:sz w:val="18"/>
          <w:szCs w:val="18"/>
        </w:rPr>
        <w:t xml:space="preserve">zawartej z </w:t>
      </w:r>
      <w:r w:rsidR="0047119C" w:rsidRPr="00F91208">
        <w:rPr>
          <w:rFonts w:asciiTheme="minorHAnsi" w:hAnsiTheme="minorHAnsi" w:cs="Calibri"/>
          <w:sz w:val="18"/>
          <w:szCs w:val="18"/>
        </w:rPr>
        <w:t>Przedsiębiorcą/</w:t>
      </w:r>
      <w:proofErr w:type="spellStart"/>
      <w:r w:rsidR="0047119C" w:rsidRPr="00F91208">
        <w:rPr>
          <w:rFonts w:asciiTheme="minorHAnsi" w:hAnsiTheme="minorHAnsi" w:cs="Calibri"/>
          <w:sz w:val="18"/>
          <w:szCs w:val="18"/>
        </w:rPr>
        <w:t>ami</w:t>
      </w:r>
      <w:proofErr w:type="spellEnd"/>
      <w:r w:rsidR="00792A2E" w:rsidRPr="00F91208">
        <w:rPr>
          <w:rFonts w:asciiTheme="minorHAnsi" w:hAnsiTheme="minorHAnsi" w:cs="Calibri"/>
          <w:sz w:val="18"/>
          <w:szCs w:val="18"/>
        </w:rPr>
        <w:t>:</w:t>
      </w:r>
      <w:r w:rsidR="00C7529D" w:rsidRPr="00F91208">
        <w:rPr>
          <w:rFonts w:asciiTheme="minorHAnsi" w:hAnsiTheme="minorHAnsi" w:cs="Calibri"/>
          <w:sz w:val="18"/>
          <w:szCs w:val="18"/>
        </w:rPr>
        <w:t xml:space="preserve"> ……..</w:t>
      </w:r>
      <w:r w:rsidR="00C7529D" w:rsidRPr="00F91208">
        <w:rPr>
          <w:rFonts w:asciiTheme="minorHAnsi" w:hAnsiTheme="minorHAnsi" w:cs="Calibri"/>
          <w:b/>
          <w:sz w:val="18"/>
          <w:szCs w:val="18"/>
        </w:rPr>
        <w:t>imię nazwisko Przedsiębiorcy/ów…..</w:t>
      </w:r>
      <w:r w:rsidR="00C7529D" w:rsidRPr="00F91208">
        <w:rPr>
          <w:rFonts w:asciiTheme="minorHAnsi" w:hAnsiTheme="minorHAnsi" w:cs="Calibri"/>
          <w:sz w:val="18"/>
          <w:szCs w:val="18"/>
        </w:rPr>
        <w:t>, działającym/i</w:t>
      </w:r>
      <w:r w:rsidR="00792A2E" w:rsidRPr="00F91208">
        <w:rPr>
          <w:rFonts w:asciiTheme="minorHAnsi" w:hAnsiTheme="minorHAnsi" w:cs="Calibri"/>
          <w:sz w:val="18"/>
          <w:szCs w:val="18"/>
        </w:rPr>
        <w:t xml:space="preserve"> </w:t>
      </w:r>
      <w:r w:rsidR="00C7529D" w:rsidRPr="00F91208">
        <w:rPr>
          <w:rFonts w:asciiTheme="minorHAnsi" w:hAnsiTheme="minorHAnsi" w:cs="Calibri"/>
          <w:sz w:val="18"/>
          <w:szCs w:val="18"/>
        </w:rPr>
        <w:t xml:space="preserve">pod nazwą </w:t>
      </w:r>
      <w:r w:rsidR="00C7529D" w:rsidRPr="00F91208">
        <w:rPr>
          <w:rFonts w:asciiTheme="minorHAnsi" w:hAnsiTheme="minorHAnsi" w:cs="Calibri"/>
          <w:b/>
          <w:color w:val="222222"/>
          <w:sz w:val="18"/>
          <w:szCs w:val="18"/>
          <w:shd w:val="clear" w:color="auto" w:fill="FFFFFF"/>
        </w:rPr>
        <w:t>„</w:t>
      </w:r>
      <w:r w:rsidR="00C7529D" w:rsidRPr="00F91208">
        <w:rPr>
          <w:rFonts w:asciiTheme="minorHAnsi" w:hAnsiTheme="minorHAnsi" w:cs="Calibri"/>
          <w:b/>
          <w:sz w:val="18"/>
          <w:szCs w:val="18"/>
        </w:rPr>
        <w:t>……………nazwa firmy…………</w:t>
      </w:r>
      <w:r w:rsidR="00792A2E" w:rsidRPr="00F91208">
        <w:rPr>
          <w:rFonts w:asciiTheme="minorHAnsi" w:hAnsiTheme="minorHAnsi" w:cs="Calibri"/>
          <w:b/>
          <w:sz w:val="18"/>
          <w:szCs w:val="18"/>
        </w:rPr>
        <w:t>”</w:t>
      </w:r>
      <w:r w:rsidR="00792A2E" w:rsidRPr="00F91208">
        <w:rPr>
          <w:rFonts w:asciiTheme="minorHAnsi" w:hAnsiTheme="minorHAnsi" w:cs="Calibri"/>
          <w:sz w:val="18"/>
          <w:szCs w:val="18"/>
        </w:rPr>
        <w:t xml:space="preserve">, </w:t>
      </w:r>
      <w:r w:rsidR="00792A2E" w:rsidRPr="00F91208">
        <w:rPr>
          <w:rFonts w:asciiTheme="minorHAnsi" w:hAnsiTheme="minorHAnsi" w:cs="Calibri"/>
          <w:color w:val="000000"/>
          <w:sz w:val="18"/>
          <w:szCs w:val="18"/>
        </w:rPr>
        <w:t>tj. w szczególności:</w:t>
      </w:r>
    </w:p>
    <w:p w14:paraId="711BD590" w14:textId="77777777" w:rsidR="00991D21" w:rsidRPr="00F91208" w:rsidRDefault="00991D21" w:rsidP="003E2E5A">
      <w:pPr>
        <w:pStyle w:val="Akapitzlist"/>
        <w:numPr>
          <w:ilvl w:val="0"/>
          <w:numId w:val="9"/>
        </w:numPr>
        <w:suppressAutoHyphens/>
        <w:spacing w:line="276" w:lineRule="auto"/>
        <w:ind w:left="426" w:hanging="283"/>
        <w:jc w:val="both"/>
        <w:rPr>
          <w:rFonts w:asciiTheme="minorHAnsi" w:hAnsiTheme="minorHAnsi"/>
          <w:sz w:val="18"/>
          <w:szCs w:val="18"/>
        </w:rPr>
      </w:pPr>
      <w:r w:rsidRPr="00F91208">
        <w:rPr>
          <w:rFonts w:asciiTheme="minorHAnsi" w:hAnsiTheme="minorHAnsi" w:cs="Arial"/>
          <w:sz w:val="18"/>
          <w:szCs w:val="18"/>
        </w:rPr>
        <w:t>Uzyskiwania na rzecz inwestora:</w:t>
      </w:r>
    </w:p>
    <w:p w14:paraId="53DCF31E" w14:textId="77777777" w:rsidR="00991D21" w:rsidRPr="00F91208" w:rsidRDefault="00991D21" w:rsidP="003E2E5A">
      <w:pPr>
        <w:numPr>
          <w:ilvl w:val="0"/>
          <w:numId w:val="10"/>
        </w:numPr>
        <w:tabs>
          <w:tab w:val="clear" w:pos="720"/>
          <w:tab w:val="num" w:pos="567"/>
        </w:tabs>
        <w:suppressAutoHyphens/>
        <w:spacing w:line="276" w:lineRule="auto"/>
        <w:ind w:left="284" w:firstLine="0"/>
        <w:jc w:val="both"/>
        <w:rPr>
          <w:sz w:val="18"/>
          <w:szCs w:val="18"/>
        </w:rPr>
      </w:pPr>
      <w:r w:rsidRPr="00F91208">
        <w:rPr>
          <w:sz w:val="18"/>
          <w:szCs w:val="18"/>
        </w:rPr>
        <w:t>danych i informacji  od w/w organów w tym jednostek geodezyjnych, celem uzyskania wymaganych prawem budowlanym uzgodnień i decyzji,</w:t>
      </w:r>
    </w:p>
    <w:p w14:paraId="5E679ED6" w14:textId="3A6092A5" w:rsidR="00991D21" w:rsidRPr="00F91208" w:rsidRDefault="00991D21" w:rsidP="003E2E5A">
      <w:pPr>
        <w:numPr>
          <w:ilvl w:val="0"/>
          <w:numId w:val="10"/>
        </w:numPr>
        <w:tabs>
          <w:tab w:val="clear" w:pos="720"/>
          <w:tab w:val="num" w:pos="567"/>
        </w:tabs>
        <w:suppressAutoHyphens/>
        <w:spacing w:line="276" w:lineRule="auto"/>
        <w:ind w:left="284" w:firstLine="0"/>
        <w:jc w:val="both"/>
        <w:rPr>
          <w:sz w:val="18"/>
          <w:szCs w:val="18"/>
        </w:rPr>
      </w:pPr>
      <w:r w:rsidRPr="00F91208">
        <w:rPr>
          <w:sz w:val="18"/>
          <w:szCs w:val="18"/>
        </w:rPr>
        <w:t>decyzji lokalizacji inwestycji celu publicznego, o warunkach zabudowy lub wypisów z  miejscowych planów zagospodarowania terenu dla projektowanych zakresów inwestycji,</w:t>
      </w:r>
    </w:p>
    <w:p w14:paraId="484568E2" w14:textId="77777777" w:rsidR="00991D21" w:rsidRPr="00F91208" w:rsidRDefault="00991D21" w:rsidP="003E2E5A">
      <w:pPr>
        <w:numPr>
          <w:ilvl w:val="0"/>
          <w:numId w:val="10"/>
        </w:numPr>
        <w:tabs>
          <w:tab w:val="clear" w:pos="720"/>
          <w:tab w:val="num" w:pos="567"/>
        </w:tabs>
        <w:suppressAutoHyphens/>
        <w:spacing w:line="276" w:lineRule="auto"/>
        <w:ind w:left="284" w:firstLine="0"/>
        <w:jc w:val="both"/>
        <w:rPr>
          <w:sz w:val="18"/>
          <w:szCs w:val="18"/>
        </w:rPr>
      </w:pPr>
      <w:r w:rsidRPr="00F91208">
        <w:rPr>
          <w:rFonts w:cs="Calibri"/>
          <w:sz w:val="18"/>
          <w:szCs w:val="18"/>
        </w:rPr>
        <w:t>decyzji o środowiskowych uwarunkowaniach na realizację inwestycji, w tym zgłoszenia w myśl ustawy Prawo Wodne oraz pozwolenia wodnoprawnego,</w:t>
      </w:r>
    </w:p>
    <w:p w14:paraId="29D58A95" w14:textId="77777777" w:rsidR="00991D21" w:rsidRPr="00F91208" w:rsidRDefault="00991D21" w:rsidP="003E2E5A">
      <w:pPr>
        <w:numPr>
          <w:ilvl w:val="0"/>
          <w:numId w:val="10"/>
        </w:numPr>
        <w:tabs>
          <w:tab w:val="clear" w:pos="720"/>
          <w:tab w:val="num" w:pos="567"/>
        </w:tabs>
        <w:suppressAutoHyphens/>
        <w:spacing w:line="276" w:lineRule="auto"/>
        <w:ind w:left="284" w:firstLine="0"/>
        <w:jc w:val="both"/>
        <w:rPr>
          <w:sz w:val="18"/>
          <w:szCs w:val="18"/>
        </w:rPr>
      </w:pPr>
      <w:r w:rsidRPr="00F91208">
        <w:rPr>
          <w:sz w:val="18"/>
          <w:szCs w:val="18"/>
        </w:rPr>
        <w:t>decyzji o pozwoleniu na budowę, przebudowę i rozbiórkę,</w:t>
      </w:r>
    </w:p>
    <w:p w14:paraId="00323FDD" w14:textId="77777777" w:rsidR="00991D21" w:rsidRPr="00F91208" w:rsidRDefault="00991D21" w:rsidP="003E2E5A">
      <w:pPr>
        <w:numPr>
          <w:ilvl w:val="0"/>
          <w:numId w:val="10"/>
        </w:numPr>
        <w:tabs>
          <w:tab w:val="clear" w:pos="720"/>
          <w:tab w:val="num" w:pos="567"/>
        </w:tabs>
        <w:suppressAutoHyphens/>
        <w:spacing w:line="276" w:lineRule="auto"/>
        <w:ind w:left="284" w:firstLine="0"/>
        <w:jc w:val="both"/>
        <w:rPr>
          <w:sz w:val="18"/>
          <w:szCs w:val="18"/>
        </w:rPr>
      </w:pPr>
      <w:r w:rsidRPr="00F91208">
        <w:rPr>
          <w:sz w:val="18"/>
          <w:szCs w:val="18"/>
        </w:rPr>
        <w:t>uzgodnień branżowych związanych z wykonywanym projektem,</w:t>
      </w:r>
    </w:p>
    <w:p w14:paraId="22C8AA93" w14:textId="77777777" w:rsidR="00991D21" w:rsidRPr="00F91208" w:rsidRDefault="00991D21" w:rsidP="003E2E5A">
      <w:pPr>
        <w:numPr>
          <w:ilvl w:val="0"/>
          <w:numId w:val="10"/>
        </w:numPr>
        <w:tabs>
          <w:tab w:val="clear" w:pos="720"/>
          <w:tab w:val="num" w:pos="567"/>
        </w:tabs>
        <w:suppressAutoHyphens/>
        <w:spacing w:line="276" w:lineRule="auto"/>
        <w:ind w:left="284" w:firstLine="0"/>
        <w:jc w:val="both"/>
        <w:rPr>
          <w:sz w:val="18"/>
          <w:szCs w:val="18"/>
        </w:rPr>
      </w:pPr>
      <w:r w:rsidRPr="00F91208">
        <w:rPr>
          <w:sz w:val="18"/>
          <w:szCs w:val="18"/>
        </w:rPr>
        <w:t>uzgadniania projektu we właściwych terenowo Naradach Koordynacyjnych,</w:t>
      </w:r>
    </w:p>
    <w:p w14:paraId="0744801B" w14:textId="77777777" w:rsidR="00991D21" w:rsidRPr="00F91208" w:rsidRDefault="00991D21" w:rsidP="003E2E5A">
      <w:pPr>
        <w:numPr>
          <w:ilvl w:val="0"/>
          <w:numId w:val="10"/>
        </w:numPr>
        <w:tabs>
          <w:tab w:val="clear" w:pos="720"/>
          <w:tab w:val="num" w:pos="567"/>
        </w:tabs>
        <w:suppressAutoHyphens/>
        <w:spacing w:line="276" w:lineRule="auto"/>
        <w:ind w:left="284" w:firstLine="0"/>
        <w:jc w:val="both"/>
        <w:rPr>
          <w:sz w:val="18"/>
          <w:szCs w:val="18"/>
        </w:rPr>
      </w:pPr>
      <w:r w:rsidRPr="00F91208">
        <w:rPr>
          <w:sz w:val="18"/>
          <w:szCs w:val="18"/>
        </w:rPr>
        <w:t>uzyskiwania prawa do dysponowania gruntem na cele budowlane.</w:t>
      </w:r>
    </w:p>
    <w:p w14:paraId="69F33E3C" w14:textId="50992682" w:rsidR="00991D21" w:rsidRPr="00F91208" w:rsidRDefault="00991D21" w:rsidP="003E2E5A">
      <w:pPr>
        <w:pStyle w:val="Akapitzlist"/>
        <w:numPr>
          <w:ilvl w:val="0"/>
          <w:numId w:val="9"/>
        </w:numPr>
        <w:suppressAutoHyphens/>
        <w:spacing w:line="276" w:lineRule="auto"/>
        <w:ind w:left="426" w:hanging="283"/>
        <w:jc w:val="both"/>
        <w:rPr>
          <w:rFonts w:asciiTheme="minorHAnsi" w:hAnsiTheme="minorHAnsi"/>
          <w:sz w:val="18"/>
          <w:szCs w:val="18"/>
        </w:rPr>
      </w:pPr>
      <w:r w:rsidRPr="00F91208">
        <w:rPr>
          <w:rFonts w:asciiTheme="minorHAnsi" w:hAnsiTheme="minorHAnsi" w:cs="Arial"/>
          <w:sz w:val="18"/>
          <w:szCs w:val="18"/>
        </w:rPr>
        <w:lastRenderedPageBreak/>
        <w:t xml:space="preserve">Podpisywania oświadczeń o posiadanym prawie do dysponowania nieruchomością na cele budowlane oraz w zakresie rozbiórki obiektów celem realizacji zawartej umowy nr </w:t>
      </w:r>
      <w:r w:rsidR="00666778">
        <w:rPr>
          <w:rFonts w:asciiTheme="minorHAnsi" w:hAnsiTheme="minorHAnsi" w:cs="Calibri"/>
          <w:b/>
          <w:bCs/>
          <w:sz w:val="18"/>
          <w:szCs w:val="18"/>
        </w:rPr>
        <w:t>UMJ/DYS/OB/</w:t>
      </w:r>
      <w:r w:rsidR="00B42D92">
        <w:rPr>
          <w:rFonts w:asciiTheme="minorHAnsi" w:hAnsiTheme="minorHAnsi" w:cs="Calibri"/>
          <w:b/>
          <w:bCs/>
          <w:sz w:val="18"/>
          <w:szCs w:val="18"/>
        </w:rPr>
        <w:t>RR4</w:t>
      </w:r>
      <w:r w:rsidR="00666778">
        <w:rPr>
          <w:rFonts w:asciiTheme="minorHAnsi" w:hAnsiTheme="minorHAnsi" w:cs="Calibri"/>
          <w:b/>
          <w:bCs/>
          <w:sz w:val="18"/>
          <w:szCs w:val="18"/>
        </w:rPr>
        <w:t>/............/2023</w:t>
      </w:r>
      <w:r w:rsidR="003E2E5A" w:rsidRPr="00F91208">
        <w:rPr>
          <w:rFonts w:asciiTheme="minorHAnsi" w:hAnsiTheme="minorHAnsi" w:cs="Calibri"/>
          <w:b/>
          <w:bCs/>
          <w:sz w:val="18"/>
          <w:szCs w:val="18"/>
        </w:rPr>
        <w:t>/WY</w:t>
      </w:r>
    </w:p>
    <w:p w14:paraId="33A76701" w14:textId="5D802691" w:rsidR="00991D21" w:rsidRPr="00F91208" w:rsidRDefault="00991D21" w:rsidP="003E2E5A">
      <w:pPr>
        <w:pStyle w:val="Akapitzlist"/>
        <w:numPr>
          <w:ilvl w:val="0"/>
          <w:numId w:val="9"/>
        </w:numPr>
        <w:suppressAutoHyphens/>
        <w:spacing w:line="276" w:lineRule="auto"/>
        <w:ind w:left="426" w:hanging="283"/>
        <w:jc w:val="both"/>
        <w:rPr>
          <w:rFonts w:asciiTheme="minorHAnsi" w:hAnsiTheme="minorHAnsi"/>
          <w:sz w:val="18"/>
          <w:szCs w:val="18"/>
        </w:rPr>
      </w:pPr>
      <w:r w:rsidRPr="00F91208">
        <w:rPr>
          <w:rFonts w:asciiTheme="minorHAnsi" w:hAnsiTheme="minorHAnsi" w:cs="Arial"/>
          <w:sz w:val="18"/>
          <w:szCs w:val="18"/>
        </w:rPr>
        <w:t xml:space="preserve">Podpisywania umów z właścicielami/użytkownikami wieczystymi nieruchomości na dysponowanie gruntem do celów budowlanych wg. wzoru stanowiącego załącznik nr 1.4. do specyfikacji technicznej stanowiącej załącznik do Umowy, w celu realizacji zawartej umowy nr </w:t>
      </w:r>
      <w:r w:rsidR="003E2E5A" w:rsidRPr="00F91208">
        <w:rPr>
          <w:rFonts w:asciiTheme="minorHAnsi" w:hAnsiTheme="minorHAnsi" w:cs="Calibri"/>
          <w:b/>
          <w:bCs/>
          <w:sz w:val="18"/>
          <w:szCs w:val="18"/>
        </w:rPr>
        <w:t>UMJ/DYS/OB/</w:t>
      </w:r>
      <w:r w:rsidR="00B42D92">
        <w:rPr>
          <w:rFonts w:asciiTheme="minorHAnsi" w:hAnsiTheme="minorHAnsi" w:cs="Calibri"/>
          <w:b/>
          <w:bCs/>
          <w:sz w:val="18"/>
          <w:szCs w:val="18"/>
        </w:rPr>
        <w:t>RR4</w:t>
      </w:r>
      <w:r w:rsidR="003E2E5A" w:rsidRPr="00F91208">
        <w:rPr>
          <w:rFonts w:asciiTheme="minorHAnsi" w:hAnsiTheme="minorHAnsi" w:cs="Calibri"/>
          <w:b/>
          <w:bCs/>
          <w:sz w:val="18"/>
          <w:szCs w:val="18"/>
        </w:rPr>
        <w:t>/...</w:t>
      </w:r>
      <w:r w:rsidR="00666778">
        <w:rPr>
          <w:rFonts w:asciiTheme="minorHAnsi" w:hAnsiTheme="minorHAnsi" w:cs="Calibri"/>
          <w:b/>
          <w:bCs/>
          <w:sz w:val="18"/>
          <w:szCs w:val="18"/>
        </w:rPr>
        <w:t>........./2023</w:t>
      </w:r>
      <w:r w:rsidR="003E2E5A" w:rsidRPr="00F91208">
        <w:rPr>
          <w:rFonts w:asciiTheme="minorHAnsi" w:hAnsiTheme="minorHAnsi" w:cs="Calibri"/>
          <w:b/>
          <w:bCs/>
          <w:sz w:val="18"/>
          <w:szCs w:val="18"/>
        </w:rPr>
        <w:t>/WY</w:t>
      </w:r>
      <w:r w:rsidRPr="00F91208">
        <w:rPr>
          <w:rFonts w:asciiTheme="minorHAnsi" w:hAnsiTheme="minorHAnsi" w:cs="Arial"/>
          <w:sz w:val="18"/>
          <w:szCs w:val="18"/>
        </w:rPr>
        <w:t>,</w:t>
      </w:r>
    </w:p>
    <w:p w14:paraId="382757B9" w14:textId="77777777" w:rsidR="00991D21" w:rsidRPr="00F91208" w:rsidRDefault="00991D21" w:rsidP="003E2E5A">
      <w:pPr>
        <w:pStyle w:val="Akapitzlist"/>
        <w:numPr>
          <w:ilvl w:val="0"/>
          <w:numId w:val="9"/>
        </w:numPr>
        <w:suppressAutoHyphens/>
        <w:spacing w:line="276" w:lineRule="auto"/>
        <w:ind w:left="426" w:hanging="283"/>
        <w:jc w:val="both"/>
        <w:rPr>
          <w:rFonts w:asciiTheme="minorHAnsi" w:hAnsiTheme="minorHAnsi"/>
          <w:sz w:val="18"/>
          <w:szCs w:val="18"/>
        </w:rPr>
      </w:pPr>
      <w:r w:rsidRPr="00F91208">
        <w:rPr>
          <w:rFonts w:asciiTheme="minorHAnsi" w:hAnsiTheme="minorHAnsi" w:cs="Arial"/>
          <w:sz w:val="18"/>
          <w:szCs w:val="18"/>
        </w:rPr>
        <w:t xml:space="preserve">Reprezentowania PGE Dystrybucja S.A. Oddział Białystok w postępowaniach przed organami administracji państwowej i samorządowej w sprawach, o których mowa w oświadczeniu o posiadanym prawie dysponowania nieruchomością na cele budowlane w zakresie określonym umową i przedmiotem działalności PGE Dystrybucja S.A. w Lublinie wykonywanym przez PGE Dystrybucja S.A. Oddział Białystok. </w:t>
      </w:r>
    </w:p>
    <w:p w14:paraId="585D1D30" w14:textId="77777777" w:rsidR="00991D21" w:rsidRPr="00F91208" w:rsidRDefault="00991D21" w:rsidP="003E2E5A">
      <w:pPr>
        <w:pStyle w:val="Akapitzlist"/>
        <w:numPr>
          <w:ilvl w:val="0"/>
          <w:numId w:val="9"/>
        </w:numPr>
        <w:suppressAutoHyphens/>
        <w:spacing w:line="276" w:lineRule="auto"/>
        <w:ind w:left="426" w:hanging="283"/>
        <w:jc w:val="both"/>
        <w:rPr>
          <w:rFonts w:asciiTheme="minorHAnsi" w:hAnsiTheme="minorHAnsi"/>
          <w:sz w:val="18"/>
          <w:szCs w:val="18"/>
        </w:rPr>
      </w:pPr>
      <w:r w:rsidRPr="00F91208">
        <w:rPr>
          <w:rFonts w:asciiTheme="minorHAnsi" w:hAnsiTheme="minorHAnsi" w:cs="Arial"/>
          <w:sz w:val="18"/>
          <w:szCs w:val="18"/>
        </w:rPr>
        <w:t>Składania wniosków i odbierania decyzji administracyjnych dotyczących lokalizowania oraz umieszczania infrastruktury technicznej w pasach drogowych.</w:t>
      </w:r>
    </w:p>
    <w:p w14:paraId="07359122" w14:textId="77777777" w:rsidR="00991D21" w:rsidRPr="00F91208" w:rsidRDefault="00991D21" w:rsidP="003E2E5A">
      <w:pPr>
        <w:pStyle w:val="Akapitzlist"/>
        <w:numPr>
          <w:ilvl w:val="0"/>
          <w:numId w:val="9"/>
        </w:numPr>
        <w:suppressAutoHyphens/>
        <w:spacing w:line="276" w:lineRule="auto"/>
        <w:ind w:left="426" w:hanging="283"/>
        <w:jc w:val="both"/>
        <w:rPr>
          <w:rFonts w:asciiTheme="minorHAnsi" w:hAnsiTheme="minorHAnsi"/>
          <w:sz w:val="18"/>
          <w:szCs w:val="18"/>
        </w:rPr>
      </w:pPr>
      <w:r w:rsidRPr="00F91208">
        <w:rPr>
          <w:rFonts w:asciiTheme="minorHAnsi" w:hAnsiTheme="minorHAnsi"/>
          <w:sz w:val="18"/>
          <w:szCs w:val="18"/>
        </w:rPr>
        <w:t xml:space="preserve"> Zgłoszenia </w:t>
      </w:r>
      <w:r w:rsidRPr="00F91208">
        <w:rPr>
          <w:rFonts w:asciiTheme="minorHAnsi" w:hAnsiTheme="minorHAnsi"/>
          <w:color w:val="000000"/>
          <w:sz w:val="18"/>
          <w:szCs w:val="18"/>
        </w:rPr>
        <w:t>rozpoczęcia i zakończenia robót w Inspektoracie Nadzoru Budowlanego i założenia dziennika budowy.</w:t>
      </w:r>
    </w:p>
    <w:p w14:paraId="79CA0435" w14:textId="6FD1AC1E" w:rsidR="00991D21" w:rsidRPr="00F91208" w:rsidRDefault="00991D21" w:rsidP="003E2E5A">
      <w:pPr>
        <w:pStyle w:val="Akapitzlist"/>
        <w:numPr>
          <w:ilvl w:val="0"/>
          <w:numId w:val="9"/>
        </w:numPr>
        <w:suppressAutoHyphens/>
        <w:spacing w:line="276" w:lineRule="auto"/>
        <w:ind w:left="426" w:hanging="283"/>
        <w:jc w:val="both"/>
        <w:rPr>
          <w:rFonts w:asciiTheme="minorHAnsi" w:hAnsiTheme="minorHAnsi"/>
          <w:sz w:val="18"/>
          <w:szCs w:val="18"/>
        </w:rPr>
      </w:pPr>
      <w:r w:rsidRPr="00F91208">
        <w:rPr>
          <w:rFonts w:asciiTheme="minorHAnsi" w:hAnsiTheme="minorHAnsi"/>
          <w:sz w:val="18"/>
          <w:szCs w:val="18"/>
        </w:rPr>
        <w:t>Uzys</w:t>
      </w:r>
      <w:r w:rsidRPr="00F91208">
        <w:rPr>
          <w:rFonts w:asciiTheme="minorHAnsi" w:hAnsiTheme="minorHAnsi"/>
          <w:color w:val="000000"/>
          <w:sz w:val="18"/>
          <w:szCs w:val="18"/>
        </w:rPr>
        <w:t>kania zgody zarządców dróg na czasowe zajęcie pasa drogowego w celu prowadzenia robót.</w:t>
      </w:r>
    </w:p>
    <w:p w14:paraId="59C4F422" w14:textId="77777777" w:rsidR="00F91208" w:rsidRPr="00F91208" w:rsidRDefault="00F91208" w:rsidP="003E2E5A">
      <w:pPr>
        <w:pStyle w:val="Akapitzlist"/>
        <w:suppressAutoHyphens/>
        <w:spacing w:line="276" w:lineRule="auto"/>
        <w:ind w:left="-142"/>
        <w:jc w:val="both"/>
        <w:rPr>
          <w:rFonts w:asciiTheme="minorHAnsi" w:hAnsiTheme="minorHAnsi"/>
          <w:sz w:val="18"/>
          <w:szCs w:val="18"/>
        </w:rPr>
      </w:pPr>
    </w:p>
    <w:p w14:paraId="4FB79850" w14:textId="04691EE3" w:rsidR="00991D21" w:rsidRPr="00F91208" w:rsidRDefault="00991D21" w:rsidP="003E2E5A">
      <w:pPr>
        <w:spacing w:line="276" w:lineRule="auto"/>
        <w:jc w:val="both"/>
        <w:rPr>
          <w:rFonts w:cs="Calibri"/>
          <w:sz w:val="18"/>
          <w:szCs w:val="18"/>
        </w:rPr>
      </w:pPr>
      <w:r w:rsidRPr="00F91208">
        <w:rPr>
          <w:sz w:val="18"/>
          <w:szCs w:val="18"/>
        </w:rPr>
        <w:t xml:space="preserve">Wszelkie opłaty związane z ww. czynnościami, zgodnie z zawartymi umowami na wykonanie prac projektowych i budowlanych, obciążają firmę projektującą i wykonawczą, czyli: </w:t>
      </w:r>
      <w:r w:rsidR="003E2E5A" w:rsidRPr="00F91208">
        <w:rPr>
          <w:rFonts w:cs="Calibri"/>
          <w:b/>
          <w:color w:val="222222"/>
          <w:sz w:val="18"/>
          <w:szCs w:val="18"/>
          <w:shd w:val="clear" w:color="auto" w:fill="FFFFFF"/>
        </w:rPr>
        <w:t>„</w:t>
      </w:r>
      <w:r w:rsidR="003E2E5A" w:rsidRPr="00F91208">
        <w:rPr>
          <w:rFonts w:cs="Calibri"/>
          <w:b/>
          <w:sz w:val="18"/>
          <w:szCs w:val="18"/>
        </w:rPr>
        <w:t>……………nazwa firmy…………</w:t>
      </w:r>
      <w:r w:rsidR="003E2E5A">
        <w:rPr>
          <w:rFonts w:cs="Calibri"/>
          <w:b/>
          <w:sz w:val="18"/>
          <w:szCs w:val="18"/>
        </w:rPr>
        <w:t>”</w:t>
      </w:r>
    </w:p>
    <w:p w14:paraId="09B72E34" w14:textId="77777777" w:rsidR="00F91208" w:rsidRPr="00F91208" w:rsidRDefault="00F91208" w:rsidP="003E2E5A">
      <w:pPr>
        <w:spacing w:line="276" w:lineRule="auto"/>
        <w:ind w:left="-142"/>
        <w:jc w:val="both"/>
        <w:rPr>
          <w:sz w:val="18"/>
          <w:szCs w:val="18"/>
        </w:rPr>
      </w:pPr>
    </w:p>
    <w:p w14:paraId="515B2468" w14:textId="77777777" w:rsidR="00991D21" w:rsidRPr="00F91208" w:rsidRDefault="00991D21" w:rsidP="003E2E5A">
      <w:pPr>
        <w:numPr>
          <w:ilvl w:val="0"/>
          <w:numId w:val="11"/>
        </w:numPr>
        <w:tabs>
          <w:tab w:val="left" w:pos="426"/>
        </w:tabs>
        <w:suppressAutoHyphens/>
        <w:spacing w:line="276" w:lineRule="auto"/>
        <w:ind w:left="0" w:right="15" w:firstLine="0"/>
        <w:jc w:val="both"/>
        <w:rPr>
          <w:sz w:val="18"/>
          <w:szCs w:val="18"/>
        </w:rPr>
      </w:pPr>
      <w:r w:rsidRPr="00F91208">
        <w:rPr>
          <w:sz w:val="18"/>
          <w:szCs w:val="18"/>
        </w:rPr>
        <w:t>Niniejsze pełnomocnictwo nie umocowuje do zaciągania zobowiązań finansowych w imieniu i na rzecz PGE Dystrybucja S.A., z wyłączeniem umów, o których mowa w § 1 ust. 1 pkt 3) niniejszego pełnomocnictwa, z zastrzeżeniem, że kwota każdorazowo zaciągniętego zobowiązania nie może przekroczyć wartości zobowiązania ustalonego zgodnie ze wzorem umowy o którym mowa w § 1 ust. 1 pkt 3)</w:t>
      </w:r>
    </w:p>
    <w:p w14:paraId="30908079" w14:textId="77777777" w:rsidR="00991D21" w:rsidRPr="00F91208" w:rsidRDefault="00991D21" w:rsidP="003E2E5A">
      <w:pPr>
        <w:spacing w:line="276" w:lineRule="auto"/>
        <w:ind w:left="-142"/>
        <w:jc w:val="center"/>
        <w:rPr>
          <w:sz w:val="18"/>
          <w:szCs w:val="18"/>
        </w:rPr>
      </w:pPr>
      <w:r w:rsidRPr="00F91208">
        <w:rPr>
          <w:sz w:val="18"/>
          <w:szCs w:val="18"/>
        </w:rPr>
        <w:t>§ 2</w:t>
      </w:r>
    </w:p>
    <w:p w14:paraId="329D81DE" w14:textId="77777777" w:rsidR="00991D21" w:rsidRPr="00F91208" w:rsidRDefault="00991D21" w:rsidP="003E2E5A">
      <w:pPr>
        <w:numPr>
          <w:ilvl w:val="0"/>
          <w:numId w:val="2"/>
        </w:numPr>
        <w:spacing w:line="276" w:lineRule="auto"/>
        <w:ind w:left="0" w:firstLine="0"/>
        <w:jc w:val="both"/>
        <w:rPr>
          <w:i/>
          <w:sz w:val="18"/>
          <w:szCs w:val="18"/>
        </w:rPr>
      </w:pPr>
      <w:r w:rsidRPr="00F91208">
        <w:rPr>
          <w:sz w:val="18"/>
          <w:szCs w:val="18"/>
        </w:rPr>
        <w:t xml:space="preserve">Pełnomocnik nie ma prawa powoływać dalszych pełnomocników w zakresie obejmującym całość lub część jego umocowania. </w:t>
      </w:r>
    </w:p>
    <w:p w14:paraId="5F8BE84E" w14:textId="77777777" w:rsidR="00991D21" w:rsidRPr="00F91208" w:rsidRDefault="00991D21" w:rsidP="003E2E5A">
      <w:pPr>
        <w:numPr>
          <w:ilvl w:val="0"/>
          <w:numId w:val="2"/>
        </w:numPr>
        <w:spacing w:line="276" w:lineRule="auto"/>
        <w:ind w:left="0" w:firstLine="0"/>
        <w:jc w:val="both"/>
        <w:rPr>
          <w:sz w:val="18"/>
          <w:szCs w:val="18"/>
        </w:rPr>
      </w:pPr>
      <w:r w:rsidRPr="00F91208">
        <w:rPr>
          <w:sz w:val="18"/>
          <w:szCs w:val="18"/>
        </w:rPr>
        <w:t xml:space="preserve">Pełnomocnictwo jest udzielone wyłącznie na czas realizacji zadania inwestycyjnego opisanego w § 1 niniejszego pełnomocnictwa </w:t>
      </w:r>
      <w:r w:rsidRPr="00F91208">
        <w:rPr>
          <w:rFonts w:cs="Calibri"/>
          <w:sz w:val="18"/>
          <w:szCs w:val="18"/>
        </w:rPr>
        <w:t>oraz w okresie obowiązywania rękojmi i gwarancji.</w:t>
      </w:r>
    </w:p>
    <w:p w14:paraId="155BDD31" w14:textId="77777777" w:rsidR="00991D21" w:rsidRPr="00F91208" w:rsidRDefault="00991D21" w:rsidP="003E2E5A">
      <w:pPr>
        <w:numPr>
          <w:ilvl w:val="0"/>
          <w:numId w:val="2"/>
        </w:numPr>
        <w:spacing w:line="276" w:lineRule="auto"/>
        <w:ind w:left="0" w:firstLine="0"/>
        <w:jc w:val="both"/>
        <w:rPr>
          <w:sz w:val="18"/>
          <w:szCs w:val="18"/>
        </w:rPr>
      </w:pPr>
      <w:r w:rsidRPr="00F91208">
        <w:rPr>
          <w:sz w:val="18"/>
          <w:szCs w:val="18"/>
        </w:rPr>
        <w:t>Pełnomocnictwo może być odwołane w każdym czasie.</w:t>
      </w:r>
    </w:p>
    <w:p w14:paraId="00416703" w14:textId="77777777" w:rsidR="00991D21" w:rsidRPr="00F91208" w:rsidRDefault="00991D21" w:rsidP="003E2E5A">
      <w:pPr>
        <w:numPr>
          <w:ilvl w:val="0"/>
          <w:numId w:val="2"/>
        </w:numPr>
        <w:spacing w:line="276" w:lineRule="auto"/>
        <w:ind w:left="0" w:firstLine="0"/>
        <w:jc w:val="both"/>
        <w:rPr>
          <w:sz w:val="18"/>
          <w:szCs w:val="18"/>
        </w:rPr>
      </w:pPr>
      <w:r w:rsidRPr="00F91208">
        <w:rPr>
          <w:sz w:val="18"/>
          <w:szCs w:val="18"/>
        </w:rPr>
        <w:t>W przypadku wygaśnięcia lub odwołania pełnomocnictwa, dokument pełnomocnictwa powinien być niezwłocznie zwrócony do Spółki/PGE Dystrybucja S.A. Oddział Białystok.</w:t>
      </w:r>
    </w:p>
    <w:p w14:paraId="68199922" w14:textId="77777777" w:rsidR="00991D21" w:rsidRPr="00F91208" w:rsidRDefault="00991D21" w:rsidP="003E2E5A">
      <w:pPr>
        <w:numPr>
          <w:ilvl w:val="0"/>
          <w:numId w:val="2"/>
        </w:numPr>
        <w:spacing w:line="276" w:lineRule="auto"/>
        <w:ind w:left="0" w:firstLine="0"/>
        <w:jc w:val="both"/>
        <w:rPr>
          <w:sz w:val="18"/>
          <w:szCs w:val="18"/>
        </w:rPr>
      </w:pPr>
      <w:r w:rsidRPr="00F91208">
        <w:rPr>
          <w:sz w:val="18"/>
          <w:szCs w:val="18"/>
        </w:rPr>
        <w:t>Pełnomocnictwo zostało sporządzone w 2 egzemplarzach.</w:t>
      </w:r>
    </w:p>
    <w:tbl>
      <w:tblPr>
        <w:tblpPr w:leftFromText="141" w:rightFromText="141" w:vertAnchor="text" w:horzAnchor="page" w:tblpX="7552" w:tblpY="210"/>
        <w:tblOverlap w:val="never"/>
        <w:tblW w:w="3712" w:type="dxa"/>
        <w:tblLook w:val="04A0" w:firstRow="1" w:lastRow="0" w:firstColumn="1" w:lastColumn="0" w:noHBand="0" w:noVBand="1"/>
      </w:tblPr>
      <w:tblGrid>
        <w:gridCol w:w="3712"/>
      </w:tblGrid>
      <w:tr w:rsidR="003E2E5A" w:rsidRPr="00F91208" w14:paraId="7726E11F" w14:textId="77777777" w:rsidTr="003E2E5A">
        <w:trPr>
          <w:trHeight w:val="326"/>
        </w:trPr>
        <w:tc>
          <w:tcPr>
            <w:tcW w:w="3712" w:type="dxa"/>
          </w:tcPr>
          <w:p w14:paraId="0614EDA0" w14:textId="77777777" w:rsidR="003E2E5A" w:rsidRPr="00F91208" w:rsidRDefault="003E2E5A" w:rsidP="003E2E5A">
            <w:pPr>
              <w:ind w:left="-109"/>
              <w:jc w:val="center"/>
              <w:rPr>
                <w:rFonts w:cs="Calibri"/>
                <w:sz w:val="18"/>
                <w:szCs w:val="18"/>
              </w:rPr>
            </w:pPr>
            <w:r w:rsidRPr="00F91208">
              <w:rPr>
                <w:rFonts w:cs="Calibri"/>
                <w:sz w:val="18"/>
                <w:szCs w:val="18"/>
              </w:rPr>
              <w:t>PGE Dystrybucja S.A.</w:t>
            </w:r>
          </w:p>
          <w:p w14:paraId="6BECD150" w14:textId="77777777" w:rsidR="003E2E5A" w:rsidRPr="00F91208" w:rsidRDefault="003E2E5A" w:rsidP="003E2E5A">
            <w:pPr>
              <w:ind w:left="-142"/>
              <w:jc w:val="center"/>
              <w:rPr>
                <w:rFonts w:cs="Calibri"/>
                <w:sz w:val="18"/>
                <w:szCs w:val="18"/>
              </w:rPr>
            </w:pPr>
            <w:r w:rsidRPr="00F91208">
              <w:rPr>
                <w:rFonts w:cs="Calibri"/>
                <w:sz w:val="18"/>
                <w:szCs w:val="18"/>
              </w:rPr>
              <w:t>Oddział Białystok</w:t>
            </w:r>
          </w:p>
        </w:tc>
      </w:tr>
      <w:tr w:rsidR="003E2E5A" w:rsidRPr="00F91208" w14:paraId="32EBFFF4" w14:textId="77777777" w:rsidTr="003E2E5A">
        <w:trPr>
          <w:trHeight w:val="218"/>
        </w:trPr>
        <w:tc>
          <w:tcPr>
            <w:tcW w:w="3712" w:type="dxa"/>
          </w:tcPr>
          <w:p w14:paraId="2997543B" w14:textId="77777777" w:rsidR="003E2E5A" w:rsidRPr="00F91208" w:rsidRDefault="003E2E5A" w:rsidP="003E2E5A">
            <w:pPr>
              <w:rPr>
                <w:rFonts w:cs="Calibri"/>
                <w:sz w:val="18"/>
                <w:szCs w:val="18"/>
              </w:rPr>
            </w:pPr>
          </w:p>
          <w:p w14:paraId="2D87198D" w14:textId="77777777" w:rsidR="003E2E5A" w:rsidRPr="00F91208" w:rsidRDefault="003E2E5A" w:rsidP="003E2E5A">
            <w:pPr>
              <w:ind w:left="-142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3E2E5A" w:rsidRPr="00F91208" w14:paraId="796EB051" w14:textId="77777777" w:rsidTr="003E2E5A">
        <w:trPr>
          <w:trHeight w:val="435"/>
        </w:trPr>
        <w:tc>
          <w:tcPr>
            <w:tcW w:w="3712" w:type="dxa"/>
          </w:tcPr>
          <w:p w14:paraId="22C7034B" w14:textId="77777777" w:rsidR="003E2E5A" w:rsidRPr="00F91208" w:rsidRDefault="003E2E5A" w:rsidP="003E2E5A">
            <w:pPr>
              <w:ind w:left="-142"/>
              <w:jc w:val="center"/>
              <w:rPr>
                <w:rFonts w:cs="Calibri"/>
                <w:sz w:val="18"/>
                <w:szCs w:val="18"/>
              </w:rPr>
            </w:pPr>
            <w:r w:rsidRPr="00F91208">
              <w:rPr>
                <w:rFonts w:cs="Calibri"/>
                <w:sz w:val="18"/>
                <w:szCs w:val="18"/>
              </w:rPr>
              <w:t>Zastępca Dyrektora Generalnego</w:t>
            </w:r>
          </w:p>
          <w:p w14:paraId="47D60AF2" w14:textId="77777777" w:rsidR="003E2E5A" w:rsidRPr="00F91208" w:rsidRDefault="003E2E5A" w:rsidP="003E2E5A">
            <w:pPr>
              <w:ind w:left="-142"/>
              <w:jc w:val="center"/>
              <w:rPr>
                <w:rFonts w:cs="Calibri"/>
                <w:sz w:val="18"/>
                <w:szCs w:val="18"/>
              </w:rPr>
            </w:pPr>
            <w:r w:rsidRPr="00F91208">
              <w:rPr>
                <w:rFonts w:cs="Calibri"/>
                <w:sz w:val="18"/>
                <w:szCs w:val="18"/>
              </w:rPr>
              <w:t>Andrzej Wysocki</w:t>
            </w:r>
          </w:p>
        </w:tc>
      </w:tr>
    </w:tbl>
    <w:p w14:paraId="74B2FDF5" w14:textId="5AFCBB20" w:rsidR="00792A2E" w:rsidRPr="00F91208" w:rsidRDefault="00792A2E" w:rsidP="00991D21">
      <w:pPr>
        <w:spacing w:line="320" w:lineRule="exact"/>
        <w:ind w:left="-142"/>
        <w:jc w:val="both"/>
        <w:rPr>
          <w:rFonts w:cs="Calibri"/>
          <w:sz w:val="18"/>
          <w:szCs w:val="18"/>
        </w:rPr>
      </w:pPr>
    </w:p>
    <w:p w14:paraId="5B0DACC4" w14:textId="6A6E433B" w:rsidR="003E2E5A" w:rsidRDefault="003E2E5A" w:rsidP="009D3794">
      <w:pPr>
        <w:spacing w:line="320" w:lineRule="exact"/>
        <w:jc w:val="both"/>
        <w:rPr>
          <w:rFonts w:cs="Calibri"/>
          <w:sz w:val="18"/>
          <w:szCs w:val="18"/>
        </w:rPr>
      </w:pPr>
    </w:p>
    <w:p w14:paraId="23162619" w14:textId="23C043A2" w:rsidR="003E2E5A" w:rsidRDefault="003E2E5A" w:rsidP="009D3794">
      <w:pPr>
        <w:spacing w:line="320" w:lineRule="exact"/>
        <w:jc w:val="both"/>
        <w:rPr>
          <w:rFonts w:cs="Calibri"/>
          <w:sz w:val="18"/>
          <w:szCs w:val="18"/>
        </w:rPr>
      </w:pPr>
    </w:p>
    <w:p w14:paraId="21EF5A52" w14:textId="7668C5AA" w:rsidR="003E2E5A" w:rsidRDefault="003E2E5A" w:rsidP="009D3794">
      <w:pPr>
        <w:spacing w:line="320" w:lineRule="exact"/>
        <w:jc w:val="both"/>
        <w:rPr>
          <w:rFonts w:cs="Calibri"/>
          <w:sz w:val="18"/>
          <w:szCs w:val="18"/>
        </w:rPr>
      </w:pPr>
    </w:p>
    <w:p w14:paraId="6E56546C" w14:textId="5FF5F73C" w:rsidR="003E2E5A" w:rsidRDefault="003E2E5A" w:rsidP="009D3794">
      <w:pPr>
        <w:spacing w:line="320" w:lineRule="exact"/>
        <w:jc w:val="both"/>
        <w:rPr>
          <w:rFonts w:cs="Calibri"/>
          <w:sz w:val="18"/>
          <w:szCs w:val="18"/>
        </w:rPr>
      </w:pPr>
    </w:p>
    <w:p w14:paraId="7A1AAD02" w14:textId="77777777" w:rsidR="003E2E5A" w:rsidRPr="00F91208" w:rsidRDefault="003E2E5A" w:rsidP="009D3794">
      <w:pPr>
        <w:spacing w:line="320" w:lineRule="exact"/>
        <w:jc w:val="both"/>
        <w:rPr>
          <w:rFonts w:cs="Calibri"/>
          <w:sz w:val="18"/>
          <w:szCs w:val="18"/>
        </w:rPr>
      </w:pPr>
    </w:p>
    <w:p w14:paraId="71C886FF" w14:textId="77777777" w:rsidR="00792A2E" w:rsidRPr="00F91208" w:rsidRDefault="00792A2E" w:rsidP="003E2E5A">
      <w:pPr>
        <w:spacing w:line="240" w:lineRule="auto"/>
        <w:jc w:val="both"/>
        <w:rPr>
          <w:rFonts w:cs="Calibri"/>
          <w:b/>
          <w:sz w:val="18"/>
          <w:szCs w:val="18"/>
        </w:rPr>
      </w:pPr>
      <w:r w:rsidRPr="00F91208">
        <w:rPr>
          <w:rFonts w:cs="Calibri"/>
          <w:b/>
          <w:sz w:val="18"/>
          <w:szCs w:val="18"/>
        </w:rPr>
        <w:t>Otrzymałem wraz z załącznikiem</w:t>
      </w:r>
    </w:p>
    <w:p w14:paraId="759B4012" w14:textId="6C6C1B5D" w:rsidR="003E2E5A" w:rsidRPr="00F91208" w:rsidRDefault="003E2E5A" w:rsidP="003E2E5A">
      <w:pPr>
        <w:spacing w:line="240" w:lineRule="auto"/>
        <w:jc w:val="both"/>
        <w:rPr>
          <w:rFonts w:cs="Calibri"/>
          <w:sz w:val="18"/>
          <w:szCs w:val="18"/>
        </w:rPr>
      </w:pPr>
    </w:p>
    <w:p w14:paraId="704561E4" w14:textId="77777777" w:rsidR="00792A2E" w:rsidRPr="00F91208" w:rsidRDefault="00792A2E" w:rsidP="003E2E5A">
      <w:pPr>
        <w:spacing w:line="240" w:lineRule="auto"/>
        <w:jc w:val="both"/>
        <w:rPr>
          <w:rFonts w:cs="Calibri"/>
          <w:sz w:val="18"/>
          <w:szCs w:val="18"/>
        </w:rPr>
      </w:pPr>
      <w:r w:rsidRPr="00F91208">
        <w:rPr>
          <w:rFonts w:cs="Calibri"/>
          <w:sz w:val="18"/>
          <w:szCs w:val="18"/>
        </w:rPr>
        <w:t>….………………………………….</w:t>
      </w:r>
    </w:p>
    <w:p w14:paraId="4237C4E4" w14:textId="7D7518D9" w:rsidR="003E2E5A" w:rsidRDefault="00792A2E" w:rsidP="003E2E5A">
      <w:pPr>
        <w:spacing w:line="240" w:lineRule="auto"/>
        <w:jc w:val="both"/>
        <w:rPr>
          <w:rFonts w:cs="Calibri"/>
          <w:sz w:val="18"/>
          <w:szCs w:val="18"/>
        </w:rPr>
      </w:pPr>
      <w:r w:rsidRPr="00F91208">
        <w:rPr>
          <w:rFonts w:cs="Calibri"/>
          <w:i/>
          <w:sz w:val="18"/>
          <w:szCs w:val="18"/>
        </w:rPr>
        <w:t>(data i podpis pełnomocnika)</w:t>
      </w:r>
    </w:p>
    <w:p w14:paraId="7AC77050" w14:textId="50A78B4F" w:rsidR="003E2E5A" w:rsidRPr="00F91208" w:rsidRDefault="00792A2E" w:rsidP="003E2E5A">
      <w:pPr>
        <w:spacing w:line="240" w:lineRule="auto"/>
        <w:jc w:val="both"/>
        <w:rPr>
          <w:rFonts w:cs="Calibri"/>
          <w:sz w:val="18"/>
          <w:szCs w:val="18"/>
        </w:rPr>
      </w:pPr>
      <w:r w:rsidRPr="00F91208">
        <w:rPr>
          <w:rFonts w:cs="Calibri"/>
          <w:sz w:val="18"/>
          <w:szCs w:val="18"/>
        </w:rPr>
        <w:t>Załączniki:</w:t>
      </w:r>
    </w:p>
    <w:p w14:paraId="7DB2076F" w14:textId="7D81DA07" w:rsidR="00B42D92" w:rsidRPr="002E32D2" w:rsidRDefault="00792A2E" w:rsidP="00B42D92">
      <w:pPr>
        <w:rPr>
          <w:i/>
          <w:color w:val="000000"/>
          <w:sz w:val="16"/>
          <w:szCs w:val="16"/>
        </w:rPr>
      </w:pPr>
      <w:r w:rsidRPr="00F91208">
        <w:rPr>
          <w:rFonts w:cs="Calibri"/>
          <w:sz w:val="18"/>
          <w:szCs w:val="18"/>
        </w:rPr>
        <w:t>Klauzula informacyjna RODO dla osób fizycznych (art.13 RODO)</w:t>
      </w:r>
      <w:r w:rsidR="00B42D92" w:rsidRPr="00B42D92">
        <w:rPr>
          <w:i/>
          <w:color w:val="000000"/>
          <w:sz w:val="16"/>
          <w:szCs w:val="16"/>
        </w:rPr>
        <w:t xml:space="preserve"> </w:t>
      </w:r>
    </w:p>
    <w:p w14:paraId="31D435D8" w14:textId="77777777" w:rsidR="00B42D92" w:rsidRPr="002E32D2" w:rsidRDefault="00B42D92" w:rsidP="00B42D92">
      <w:pPr>
        <w:spacing w:line="240" w:lineRule="auto"/>
        <w:jc w:val="center"/>
        <w:rPr>
          <w:b/>
          <w:color w:val="000000"/>
          <w:sz w:val="16"/>
          <w:szCs w:val="16"/>
        </w:rPr>
      </w:pPr>
      <w:r w:rsidRPr="002E32D2">
        <w:rPr>
          <w:b/>
          <w:color w:val="000000"/>
          <w:sz w:val="16"/>
          <w:szCs w:val="16"/>
        </w:rPr>
        <w:lastRenderedPageBreak/>
        <w:t>KLAUZULA INFORMACYJNA</w:t>
      </w:r>
    </w:p>
    <w:p w14:paraId="35227783" w14:textId="77777777" w:rsidR="00B42D92" w:rsidRPr="002E32D2" w:rsidRDefault="00B42D92" w:rsidP="00B42D92">
      <w:pPr>
        <w:spacing w:line="240" w:lineRule="auto"/>
        <w:jc w:val="both"/>
        <w:rPr>
          <w:rFonts w:cs="Arial"/>
          <w:b/>
          <w:sz w:val="16"/>
          <w:szCs w:val="16"/>
        </w:rPr>
      </w:pPr>
      <w:r w:rsidRPr="002E32D2">
        <w:rPr>
          <w:rFonts w:cs="Arial"/>
          <w:sz w:val="16"/>
          <w:szCs w:val="16"/>
        </w:rPr>
        <w:t xml:space="preserve">Zgodnie z art. 13 Rozporządzenia Parlamentu Europejskiego i Rady (UE) 2016/679 z dnia 27 kwietnia 2016 r. w sprawie ochrony osób fizycznych </w:t>
      </w:r>
      <w:r w:rsidRPr="002E32D2">
        <w:rPr>
          <w:rFonts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(dalej „</w:t>
      </w:r>
      <w:r w:rsidRPr="002E32D2">
        <w:rPr>
          <w:rFonts w:cs="Arial"/>
          <w:b/>
          <w:sz w:val="16"/>
          <w:szCs w:val="16"/>
        </w:rPr>
        <w:t>RODO</w:t>
      </w:r>
      <w:r w:rsidRPr="002E32D2">
        <w:rPr>
          <w:rFonts w:cs="Arial"/>
          <w:sz w:val="16"/>
          <w:szCs w:val="16"/>
        </w:rPr>
        <w:t xml:space="preserve">”) informujemy, że: </w:t>
      </w:r>
    </w:p>
    <w:p w14:paraId="064FA07B" w14:textId="77777777" w:rsidR="00B42D92" w:rsidRPr="002E32D2" w:rsidRDefault="00B42D92" w:rsidP="00B42D92">
      <w:pPr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contextualSpacing/>
        <w:jc w:val="both"/>
        <w:rPr>
          <w:rFonts w:cs="Arial"/>
          <w:sz w:val="16"/>
          <w:szCs w:val="16"/>
        </w:rPr>
      </w:pPr>
      <w:r w:rsidRPr="002E32D2">
        <w:rPr>
          <w:rFonts w:cs="Arial"/>
          <w:b/>
          <w:sz w:val="16"/>
          <w:szCs w:val="16"/>
        </w:rPr>
        <w:t xml:space="preserve">Administratorem Pani/Pana danych osobowych </w:t>
      </w:r>
      <w:r w:rsidRPr="002E32D2">
        <w:rPr>
          <w:rFonts w:cs="Arial"/>
          <w:sz w:val="16"/>
          <w:szCs w:val="16"/>
        </w:rPr>
        <w:t>jest</w:t>
      </w:r>
      <w:r w:rsidRPr="002E32D2">
        <w:rPr>
          <w:rFonts w:cs="Arial"/>
          <w:b/>
          <w:sz w:val="16"/>
          <w:szCs w:val="16"/>
        </w:rPr>
        <w:t xml:space="preserve"> </w:t>
      </w:r>
      <w:r w:rsidRPr="002E32D2">
        <w:rPr>
          <w:rFonts w:cs="Arial"/>
          <w:sz w:val="16"/>
          <w:szCs w:val="16"/>
        </w:rPr>
        <w:t>PGE Dystrybucja S.A. z siedzibą w Lublinie – adres: ul. Garbarska 21 A, 20-340 Lublin (zwana dalej „</w:t>
      </w:r>
      <w:r w:rsidRPr="002E32D2">
        <w:rPr>
          <w:rFonts w:cs="Arial"/>
          <w:b/>
          <w:sz w:val="16"/>
          <w:szCs w:val="16"/>
        </w:rPr>
        <w:t>Spółką</w:t>
      </w:r>
      <w:r w:rsidRPr="002E32D2">
        <w:rPr>
          <w:rFonts w:cs="Arial"/>
          <w:sz w:val="16"/>
          <w:szCs w:val="16"/>
        </w:rPr>
        <w:t xml:space="preserve">”). </w:t>
      </w:r>
    </w:p>
    <w:p w14:paraId="37CC3187" w14:textId="77777777" w:rsidR="00B42D92" w:rsidRPr="002E32D2" w:rsidRDefault="00B42D92" w:rsidP="00B42D92">
      <w:pPr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contextualSpacing/>
        <w:jc w:val="both"/>
        <w:rPr>
          <w:rFonts w:cs="Arial"/>
          <w:sz w:val="16"/>
          <w:szCs w:val="16"/>
        </w:rPr>
      </w:pPr>
      <w:r w:rsidRPr="002E32D2">
        <w:rPr>
          <w:rFonts w:cs="Arial"/>
          <w:sz w:val="16"/>
          <w:szCs w:val="16"/>
        </w:rPr>
        <w:t xml:space="preserve">W sprawie ochrony danych osobowych można skontaktować się z Inspektorem Ochrony Danych pod emailem: </w:t>
      </w:r>
      <w:hyperlink r:id="rId11" w:history="1">
        <w:r w:rsidRPr="002E32D2">
          <w:rPr>
            <w:rFonts w:cs="Arial"/>
            <w:color w:val="0000FF"/>
            <w:sz w:val="16"/>
            <w:szCs w:val="16"/>
            <w:u w:val="single"/>
          </w:rPr>
          <w:t>dane.osobowe@pgedystrybucja.pl</w:t>
        </w:r>
      </w:hyperlink>
      <w:r w:rsidRPr="002E32D2">
        <w:rPr>
          <w:rFonts w:cs="Arial"/>
          <w:sz w:val="16"/>
          <w:szCs w:val="16"/>
        </w:rPr>
        <w:t xml:space="preserve"> lub pisemnie na adres siedziby wskazany w punkcie I powyżej, a także na adres siedziby Oddziału </w:t>
      </w:r>
      <w:r>
        <w:rPr>
          <w:rFonts w:cs="Arial"/>
          <w:sz w:val="16"/>
          <w:szCs w:val="16"/>
        </w:rPr>
        <w:t xml:space="preserve">Białystok </w:t>
      </w:r>
      <w:r w:rsidRPr="002E32D2">
        <w:rPr>
          <w:rFonts w:cs="Arial"/>
          <w:sz w:val="16"/>
          <w:szCs w:val="16"/>
        </w:rPr>
        <w:t xml:space="preserve">PGE Dystrybucja S.A. </w:t>
      </w:r>
      <w:r>
        <w:rPr>
          <w:rFonts w:cs="Arial"/>
          <w:sz w:val="16"/>
          <w:szCs w:val="16"/>
        </w:rPr>
        <w:t>ul. Elektryczna 13, 15-950 Białystok</w:t>
      </w:r>
      <w:r w:rsidRPr="002E32D2">
        <w:rPr>
          <w:rFonts w:cs="Arial"/>
          <w:sz w:val="16"/>
          <w:szCs w:val="16"/>
        </w:rPr>
        <w:t xml:space="preserve">. </w:t>
      </w:r>
    </w:p>
    <w:p w14:paraId="2F94CD47" w14:textId="77777777" w:rsidR="00B42D92" w:rsidRPr="002E32D2" w:rsidRDefault="00B42D92" w:rsidP="00B42D92">
      <w:pPr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jc w:val="both"/>
        <w:rPr>
          <w:rFonts w:cs="Arial"/>
          <w:sz w:val="16"/>
          <w:szCs w:val="16"/>
        </w:rPr>
      </w:pPr>
      <w:r w:rsidRPr="002E32D2">
        <w:rPr>
          <w:rFonts w:cs="Arial"/>
          <w:b/>
          <w:sz w:val="16"/>
          <w:szCs w:val="16"/>
        </w:rPr>
        <w:t xml:space="preserve">Cele i podstawy przetwarzania </w:t>
      </w:r>
      <w:r w:rsidRPr="002E32D2">
        <w:rPr>
          <w:rFonts w:cs="Arial"/>
          <w:sz w:val="16"/>
          <w:szCs w:val="16"/>
        </w:rPr>
        <w:t xml:space="preserve">Pani/Pana danych osobowych:  </w:t>
      </w:r>
    </w:p>
    <w:p w14:paraId="7A93F056" w14:textId="77777777" w:rsidR="00B42D92" w:rsidRPr="002E32D2" w:rsidRDefault="00B42D92" w:rsidP="00B42D92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contextualSpacing/>
        <w:jc w:val="both"/>
        <w:rPr>
          <w:rFonts w:eastAsia="Calibri" w:cs="ArialMT"/>
          <w:sz w:val="16"/>
          <w:szCs w:val="16"/>
        </w:rPr>
      </w:pPr>
      <w:r w:rsidRPr="002E32D2">
        <w:rPr>
          <w:rFonts w:eastAsia="Calibri" w:cs="ArialMT"/>
          <w:sz w:val="16"/>
          <w:szCs w:val="16"/>
        </w:rPr>
        <w:t xml:space="preserve">w celu realizacji uzasadnionego interesu administratora w postaci udzielenia Panu/Pani pełnomocnictwa i zapewnienia możliwości realizacji umowy  o </w:t>
      </w:r>
      <w:r>
        <w:rPr>
          <w:rFonts w:eastAsia="Calibri" w:cs="ArialMT"/>
          <w:sz w:val="16"/>
          <w:szCs w:val="16"/>
        </w:rPr>
        <w:t>UMJ/DYS/OB/RR4/……………………./2023/WY</w:t>
      </w:r>
      <w:r w:rsidRPr="002E32D2">
        <w:rPr>
          <w:rFonts w:eastAsia="Calibri" w:cs="ArialMT"/>
          <w:sz w:val="16"/>
          <w:szCs w:val="16"/>
        </w:rPr>
        <w:t>, a także w celu ustalenia, obrony i dochodzenia roszczeń (podstawa z art. 6 ust. 1 lit. f RODO),</w:t>
      </w:r>
    </w:p>
    <w:p w14:paraId="18780164" w14:textId="77777777" w:rsidR="00B42D92" w:rsidRPr="002E32D2" w:rsidRDefault="00B42D92" w:rsidP="00B42D92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jc w:val="both"/>
        <w:rPr>
          <w:rFonts w:cs="Arial"/>
          <w:sz w:val="16"/>
          <w:szCs w:val="16"/>
        </w:rPr>
      </w:pPr>
      <w:r w:rsidRPr="002E32D2">
        <w:rPr>
          <w:rFonts w:cs="Arial"/>
          <w:sz w:val="16"/>
          <w:szCs w:val="16"/>
        </w:rPr>
        <w:t>w celu prowadzenia działalności operacyjnej Spółki, w tym statystyki, analiz i raportowania, prowadzenia ewidencji pełnomocnictw, (podstawa z art. 6 ust. 1 lit. f RODO),</w:t>
      </w:r>
    </w:p>
    <w:p w14:paraId="4EDA0D67" w14:textId="77777777" w:rsidR="00B42D92" w:rsidRPr="002E32D2" w:rsidRDefault="00B42D92" w:rsidP="00B42D92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jc w:val="both"/>
        <w:rPr>
          <w:rFonts w:cs="Arial"/>
          <w:sz w:val="16"/>
          <w:szCs w:val="16"/>
        </w:rPr>
      </w:pPr>
      <w:r w:rsidRPr="002E32D2">
        <w:rPr>
          <w:rFonts w:cs="Arial"/>
          <w:sz w:val="16"/>
          <w:szCs w:val="16"/>
        </w:rPr>
        <w:t xml:space="preserve">w celach archiwalnych (dowodowych) będących realizacją naszego prawnie uzasadnionego interesu zabezpieczenia informacji na wypadek prawnej potrzeby wykazania faktów, wykazania wykonania obowiązków (podstawa z art. 6 ust. 1 lit. f RODO). </w:t>
      </w:r>
    </w:p>
    <w:p w14:paraId="1E410B7A" w14:textId="77777777" w:rsidR="00B42D92" w:rsidRPr="002E32D2" w:rsidRDefault="00B42D92" w:rsidP="00B42D92">
      <w:pPr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jc w:val="both"/>
        <w:rPr>
          <w:rFonts w:cs="Arial"/>
          <w:b/>
          <w:color w:val="FF0000"/>
          <w:sz w:val="16"/>
          <w:szCs w:val="16"/>
        </w:rPr>
      </w:pPr>
      <w:r w:rsidRPr="002E32D2">
        <w:rPr>
          <w:rFonts w:cs="Arial"/>
          <w:b/>
          <w:color w:val="000000"/>
          <w:sz w:val="16"/>
          <w:szCs w:val="16"/>
        </w:rPr>
        <w:t>Będziemy przechowywać Pani/Pana dane osobowe przez czas niezbędny do realizacji celów określonych w pkt III, tj.:</w:t>
      </w:r>
    </w:p>
    <w:p w14:paraId="4061FFBE" w14:textId="77777777" w:rsidR="00B42D92" w:rsidRPr="002E32D2" w:rsidRDefault="00B42D92" w:rsidP="00B42D92">
      <w:pPr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contextualSpacing/>
        <w:jc w:val="both"/>
        <w:rPr>
          <w:rFonts w:cs="Arial"/>
          <w:color w:val="000000"/>
          <w:sz w:val="16"/>
          <w:szCs w:val="16"/>
        </w:rPr>
      </w:pPr>
      <w:r w:rsidRPr="002E32D2">
        <w:rPr>
          <w:rFonts w:cs="Arial"/>
          <w:color w:val="000000"/>
          <w:sz w:val="16"/>
          <w:szCs w:val="16"/>
        </w:rPr>
        <w:t xml:space="preserve">w zakresie udzielenia i realizacji pełnomocnictwa - do czasu jego obowiązywania, oraz przez czas, w którym przepisy nakazują nam przechowywać dane, a także przez okres konieczny do zabezpieczenia ewentualnych roszczeń –  zgodnie z okresem przedawnienia roszczeń wynikającym z przepisów prawa, </w:t>
      </w:r>
    </w:p>
    <w:p w14:paraId="0A9CED40" w14:textId="77777777" w:rsidR="00B42D92" w:rsidRPr="002E32D2" w:rsidRDefault="00B42D92" w:rsidP="00B42D92">
      <w:pPr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jc w:val="both"/>
        <w:rPr>
          <w:rFonts w:cs="Arial"/>
          <w:sz w:val="16"/>
          <w:szCs w:val="16"/>
        </w:rPr>
      </w:pPr>
      <w:r w:rsidRPr="002E32D2">
        <w:rPr>
          <w:rFonts w:cs="Arial"/>
          <w:sz w:val="16"/>
          <w:szCs w:val="16"/>
        </w:rPr>
        <w:t>w zakresie ustalenia, obrony i dochodzenia należności</w:t>
      </w:r>
      <w:r w:rsidRPr="002E32D2">
        <w:rPr>
          <w:rFonts w:cs="Arial"/>
          <w:color w:val="000000"/>
          <w:sz w:val="16"/>
          <w:szCs w:val="16"/>
        </w:rPr>
        <w:t xml:space="preserve"> - przez okres przedawnienia roszczeń wynikających z przepisów prawa,</w:t>
      </w:r>
      <w:r w:rsidRPr="002E32D2">
        <w:rPr>
          <w:rFonts w:cs="Arial"/>
          <w:sz w:val="16"/>
          <w:szCs w:val="16"/>
        </w:rPr>
        <w:t xml:space="preserve"> a także przez czas, w którym przepisy nakazują nam przechowywać dane,</w:t>
      </w:r>
    </w:p>
    <w:p w14:paraId="41465FD4" w14:textId="77777777" w:rsidR="00B42D92" w:rsidRPr="002E32D2" w:rsidRDefault="00B42D92" w:rsidP="00B42D92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Calibri-Light" w:cs="Calibri-Light"/>
          <w:sz w:val="16"/>
          <w:szCs w:val="16"/>
        </w:rPr>
      </w:pPr>
      <w:r w:rsidRPr="002E32D2">
        <w:rPr>
          <w:rFonts w:cs="Arial"/>
          <w:sz w:val="16"/>
          <w:szCs w:val="16"/>
        </w:rPr>
        <w:t>w zakresie prowadzenia działalności operacyjnej Spółki, w tym statystyki, analiz i raportowania, prowadzenia ewidencji pełnomocnictw - do czasu istnienia prawnie uzasadnionych interesów Spółki stanowiących podstawę tego przetwarzania, a także przez czas, w którym przepisy nakazują nam przechowywać dane,</w:t>
      </w:r>
    </w:p>
    <w:p w14:paraId="43D72EF8" w14:textId="77777777" w:rsidR="00B42D92" w:rsidRPr="002E32D2" w:rsidRDefault="00B42D92" w:rsidP="00B42D92">
      <w:pPr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jc w:val="both"/>
        <w:rPr>
          <w:rFonts w:cs="Arial"/>
          <w:color w:val="000000"/>
          <w:sz w:val="16"/>
          <w:szCs w:val="16"/>
        </w:rPr>
      </w:pPr>
      <w:r w:rsidRPr="002E32D2">
        <w:rPr>
          <w:rFonts w:cs="Arial"/>
          <w:sz w:val="16"/>
          <w:szCs w:val="16"/>
        </w:rPr>
        <w:t xml:space="preserve">w celach archiwalnych (dowodowych) będących realizacją naszego prawnie uzasadnionego interesu zabezpieczenia informacji na wypadek prawnej potrzeby wykazania faktów, wykazania wykonania obowiązków - do czasu istnienia prawnie uzasadnionych interesów Spółki stanowiących podstawę tego przetwarzania, </w:t>
      </w:r>
      <w:r w:rsidRPr="002E32D2">
        <w:rPr>
          <w:rFonts w:cs="Arial"/>
          <w:sz w:val="16"/>
          <w:szCs w:val="16"/>
        </w:rPr>
        <w:br/>
        <w:t>a także przez czas, w którym przepisy nakazują nam przechowywać dane.</w:t>
      </w:r>
    </w:p>
    <w:p w14:paraId="3131A99A" w14:textId="77777777" w:rsidR="00B42D92" w:rsidRPr="002E32D2" w:rsidRDefault="00B42D92" w:rsidP="00B42D92">
      <w:pPr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jc w:val="both"/>
        <w:rPr>
          <w:rFonts w:cs="Arial"/>
          <w:sz w:val="16"/>
          <w:szCs w:val="16"/>
        </w:rPr>
      </w:pPr>
      <w:r w:rsidRPr="002E32D2">
        <w:rPr>
          <w:rFonts w:cs="Arial"/>
          <w:b/>
          <w:sz w:val="16"/>
          <w:szCs w:val="16"/>
        </w:rPr>
        <w:t>W każdej chwili przysługuje Pani/Panu</w:t>
      </w:r>
      <w:r w:rsidRPr="002E32D2">
        <w:rPr>
          <w:rFonts w:cs="Arial"/>
          <w:sz w:val="16"/>
          <w:szCs w:val="16"/>
        </w:rPr>
        <w:t>:</w:t>
      </w:r>
    </w:p>
    <w:p w14:paraId="594433B0" w14:textId="77777777" w:rsidR="00B42D92" w:rsidRPr="002E32D2" w:rsidRDefault="00B42D92" w:rsidP="00B42D92">
      <w:pPr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contextualSpacing/>
        <w:jc w:val="both"/>
        <w:rPr>
          <w:rFonts w:cs="Arial"/>
          <w:sz w:val="16"/>
          <w:szCs w:val="16"/>
        </w:rPr>
      </w:pPr>
      <w:r w:rsidRPr="002E32D2">
        <w:rPr>
          <w:rFonts w:cs="Arial"/>
          <w:b/>
          <w:sz w:val="16"/>
          <w:szCs w:val="16"/>
        </w:rPr>
        <w:t xml:space="preserve">prawo do wniesienia sprzeciwu </w:t>
      </w:r>
      <w:r w:rsidRPr="002E32D2">
        <w:rPr>
          <w:rFonts w:cs="Arial"/>
          <w:sz w:val="16"/>
          <w:szCs w:val="16"/>
        </w:rPr>
        <w:t>wobec przetwarzania danych, przetwarzanych na podstawie art. 6 ust. 1 lit. f RODO wskazanych powyżej w pkt III. Przestaniemy przetwarzać dane w tym zakresie, chyba że będziemy w stanie wykazać, że istnieją ważne, prawnie uzasadnione podstawy, które są nadrzędne wobec Pani/Pana interesów, praw i wolności lub dane będą nam niezbędne do ewentualnego ustalenia, dochodzenia lub obrony roszczeń.</w:t>
      </w:r>
    </w:p>
    <w:p w14:paraId="287FD05D" w14:textId="77777777" w:rsidR="00B42D92" w:rsidRPr="002E32D2" w:rsidRDefault="00B42D92" w:rsidP="00B42D92">
      <w:pPr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contextualSpacing/>
        <w:jc w:val="both"/>
        <w:rPr>
          <w:rFonts w:cs="Arial"/>
          <w:sz w:val="16"/>
          <w:szCs w:val="16"/>
        </w:rPr>
      </w:pPr>
      <w:r w:rsidRPr="002E32D2">
        <w:rPr>
          <w:rFonts w:cs="Arial"/>
          <w:b/>
          <w:sz w:val="16"/>
          <w:szCs w:val="16"/>
        </w:rPr>
        <w:t>prawo żądania dostępu do swoich danych osobowych</w:t>
      </w:r>
      <w:r w:rsidRPr="002E32D2">
        <w:rPr>
          <w:rFonts w:cs="Arial"/>
          <w:sz w:val="16"/>
          <w:szCs w:val="16"/>
        </w:rPr>
        <w:t xml:space="preserve"> oraz otrzymania ich kopii, prawo żądania ich </w:t>
      </w:r>
      <w:r w:rsidRPr="002E32D2">
        <w:rPr>
          <w:rFonts w:cs="Arial"/>
          <w:b/>
          <w:sz w:val="16"/>
          <w:szCs w:val="16"/>
        </w:rPr>
        <w:t>sprostowania</w:t>
      </w:r>
      <w:r w:rsidRPr="002E32D2">
        <w:rPr>
          <w:rFonts w:cs="Arial"/>
          <w:sz w:val="16"/>
          <w:szCs w:val="16"/>
        </w:rPr>
        <w:t xml:space="preserve"> (poprawiania), </w:t>
      </w:r>
      <w:r w:rsidRPr="002E32D2">
        <w:rPr>
          <w:rFonts w:cs="Arial"/>
          <w:b/>
          <w:sz w:val="16"/>
          <w:szCs w:val="16"/>
        </w:rPr>
        <w:t>usunięcia lub ograniczenia przetwarzania</w:t>
      </w:r>
      <w:r w:rsidRPr="002E32D2">
        <w:rPr>
          <w:rFonts w:cs="Arial"/>
          <w:sz w:val="16"/>
          <w:szCs w:val="16"/>
        </w:rPr>
        <w:t xml:space="preserve"> swoich danych osobowych, a także prawo do </w:t>
      </w:r>
      <w:r w:rsidRPr="002E32D2">
        <w:rPr>
          <w:rFonts w:cs="Arial"/>
          <w:b/>
          <w:sz w:val="16"/>
          <w:szCs w:val="16"/>
        </w:rPr>
        <w:t xml:space="preserve">przenoszenia </w:t>
      </w:r>
      <w:r w:rsidRPr="002E32D2">
        <w:rPr>
          <w:rFonts w:cs="Arial"/>
          <w:sz w:val="16"/>
          <w:szCs w:val="16"/>
        </w:rPr>
        <w:t xml:space="preserve">swoich danych osobowych. </w:t>
      </w:r>
    </w:p>
    <w:p w14:paraId="4A694911" w14:textId="77777777" w:rsidR="00B42D92" w:rsidRPr="002E32D2" w:rsidRDefault="00B42D92" w:rsidP="00B42D92">
      <w:pPr>
        <w:spacing w:line="240" w:lineRule="auto"/>
        <w:jc w:val="both"/>
        <w:rPr>
          <w:rFonts w:cs="Arial"/>
          <w:sz w:val="16"/>
          <w:szCs w:val="16"/>
        </w:rPr>
      </w:pPr>
      <w:r w:rsidRPr="002E32D2">
        <w:rPr>
          <w:rFonts w:cs="Arial"/>
          <w:sz w:val="16"/>
          <w:szCs w:val="16"/>
        </w:rPr>
        <w:t xml:space="preserve">Wnioski w w/w zakresie można przesłać lub składać osobiście na adresy wskazane w pkt II powyżej w Punktach Obsługi Klienta Dystrybucyjnego (POKD) Spółki znajdujących się w Oddziałach Spółki i Rejonach Energetycznych (adresy dostępne na stronie internetowej </w:t>
      </w:r>
      <w:hyperlink r:id="rId12" w:history="1">
        <w:r w:rsidRPr="002E32D2">
          <w:rPr>
            <w:rFonts w:cs="Arial"/>
            <w:color w:val="0000FF"/>
            <w:sz w:val="16"/>
            <w:szCs w:val="16"/>
            <w:u w:val="single"/>
          </w:rPr>
          <w:t>www.pgedystrybucja.pl</w:t>
        </w:r>
      </w:hyperlink>
      <w:r w:rsidRPr="002E32D2">
        <w:rPr>
          <w:rFonts w:cs="Arial"/>
          <w:sz w:val="16"/>
          <w:szCs w:val="16"/>
        </w:rPr>
        <w:t>). Aby mieć pewność, że jest Pani/Pan uprawniony do złożenia wniosku w w/w sprawach, możemy prosić o podanie dodatkowych informacji pozwalających na uwierzytelnienie Pani/Pana tożsamości. Zakres każdego z tych praw oraz sytuacje, w których można z nich skorzystać, wynikają z przepisów prawa - RODO.</w:t>
      </w:r>
    </w:p>
    <w:p w14:paraId="4424DD61" w14:textId="77777777" w:rsidR="00B42D92" w:rsidRPr="002E32D2" w:rsidRDefault="00B42D92" w:rsidP="00B42D92">
      <w:pPr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contextualSpacing/>
        <w:jc w:val="both"/>
        <w:rPr>
          <w:rFonts w:cs="Arial"/>
          <w:sz w:val="16"/>
          <w:szCs w:val="16"/>
        </w:rPr>
      </w:pPr>
      <w:r w:rsidRPr="002E32D2">
        <w:rPr>
          <w:rFonts w:cs="Arial"/>
          <w:sz w:val="16"/>
          <w:szCs w:val="16"/>
        </w:rPr>
        <w:t xml:space="preserve">prawo do </w:t>
      </w:r>
      <w:r w:rsidRPr="002E32D2">
        <w:rPr>
          <w:rFonts w:cs="Arial"/>
          <w:b/>
          <w:sz w:val="16"/>
          <w:szCs w:val="16"/>
        </w:rPr>
        <w:t>wniesienia skargi</w:t>
      </w:r>
      <w:r w:rsidRPr="002E32D2">
        <w:rPr>
          <w:rFonts w:cs="Arial"/>
          <w:sz w:val="16"/>
          <w:szCs w:val="16"/>
        </w:rPr>
        <w:t xml:space="preserve"> do organu nadzorczego właściwego do monitorowania stosowania RODO zgodnie z art. 51 RODO, tj. </w:t>
      </w:r>
      <w:r w:rsidRPr="002E32D2">
        <w:rPr>
          <w:sz w:val="16"/>
          <w:szCs w:val="16"/>
        </w:rPr>
        <w:t>Prezesa Urzędu Ochrony Danych Osobowych.</w:t>
      </w:r>
    </w:p>
    <w:p w14:paraId="554DA1A9" w14:textId="77777777" w:rsidR="00B42D92" w:rsidRPr="002E32D2" w:rsidRDefault="00B42D92" w:rsidP="00B42D92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contextualSpacing/>
        <w:jc w:val="both"/>
        <w:rPr>
          <w:rFonts w:cs="Arial"/>
          <w:b/>
          <w:sz w:val="16"/>
          <w:szCs w:val="16"/>
        </w:rPr>
      </w:pPr>
      <w:r w:rsidRPr="002E32D2">
        <w:rPr>
          <w:rFonts w:cs="Arial"/>
          <w:b/>
          <w:sz w:val="16"/>
          <w:szCs w:val="16"/>
        </w:rPr>
        <w:t>Odbiorcy danych osobowych</w:t>
      </w:r>
    </w:p>
    <w:p w14:paraId="1E3FBEEB" w14:textId="77777777" w:rsidR="00B42D92" w:rsidRPr="002E32D2" w:rsidRDefault="00B42D92" w:rsidP="00B42D92">
      <w:pPr>
        <w:spacing w:line="240" w:lineRule="auto"/>
        <w:jc w:val="both"/>
        <w:rPr>
          <w:rFonts w:cs="Arial"/>
          <w:sz w:val="16"/>
          <w:szCs w:val="16"/>
        </w:rPr>
      </w:pPr>
      <w:r w:rsidRPr="002E32D2">
        <w:rPr>
          <w:rFonts w:cs="Arial"/>
          <w:sz w:val="16"/>
          <w:szCs w:val="16"/>
        </w:rPr>
        <w:t xml:space="preserve">Pani/Pana dane osobowe mogą zostać  udostępnione następującym </w:t>
      </w:r>
      <w:r w:rsidRPr="002E32D2">
        <w:rPr>
          <w:rFonts w:cs="Arial"/>
          <w:b/>
          <w:sz w:val="16"/>
          <w:szCs w:val="16"/>
        </w:rPr>
        <w:t>odbiorcom i kategoriom odbiorców:</w:t>
      </w:r>
      <w:r w:rsidRPr="002E32D2">
        <w:rPr>
          <w:rFonts w:cs="Arial"/>
          <w:sz w:val="16"/>
          <w:szCs w:val="16"/>
        </w:rPr>
        <w:t xml:space="preserve"> podmiotowi sprawującemu uprawnienia właścicielskie wobec Spółki,</w:t>
      </w:r>
      <w:r w:rsidRPr="002E32D2">
        <w:rPr>
          <w:rFonts w:cs="Arial"/>
          <w:b/>
          <w:sz w:val="16"/>
          <w:szCs w:val="16"/>
        </w:rPr>
        <w:t xml:space="preserve"> </w:t>
      </w:r>
      <w:r w:rsidRPr="002E32D2">
        <w:rPr>
          <w:rFonts w:cs="Arial"/>
          <w:sz w:val="16"/>
          <w:szCs w:val="16"/>
        </w:rPr>
        <w:t>naszym partnerom, z którymi współpracujemy przy świadczeniu usług, realizacji obowiązków wynikających z przepisów prawa, podmiotom prowadzącym działalność pocztową lub kurierską, podmiotom prowadzącym działalność ubezpieczeniową,</w:t>
      </w:r>
      <w:r w:rsidRPr="002E32D2">
        <w:rPr>
          <w:sz w:val="16"/>
          <w:szCs w:val="16"/>
        </w:rPr>
        <w:t xml:space="preserve"> </w:t>
      </w:r>
      <w:r w:rsidRPr="002E32D2">
        <w:rPr>
          <w:rFonts w:cs="Arial"/>
          <w:sz w:val="16"/>
          <w:szCs w:val="16"/>
        </w:rPr>
        <w:t xml:space="preserve">instytucjom, organom, podmiotom uprawnionym przez przepisy prawa np. policja, organy skarbowe, sąd, prokuratura, organy celne, Agencja Rynku Energii, Urząd Regulacji Energetyki, UOKIK,  lub innym oraz </w:t>
      </w:r>
      <w:r w:rsidRPr="002E32D2">
        <w:rPr>
          <w:rFonts w:cs="Arial"/>
          <w:b/>
          <w:sz w:val="16"/>
          <w:szCs w:val="16"/>
        </w:rPr>
        <w:t xml:space="preserve">naszym podwykonawcom </w:t>
      </w:r>
      <w:r w:rsidRPr="002E32D2">
        <w:rPr>
          <w:rFonts w:cs="Arial"/>
          <w:sz w:val="16"/>
          <w:szCs w:val="16"/>
        </w:rPr>
        <w:t>działającym na nasze zlecenie</w:t>
      </w:r>
      <w:r w:rsidRPr="002E32D2">
        <w:rPr>
          <w:rFonts w:cs="Arial"/>
          <w:b/>
          <w:sz w:val="16"/>
          <w:szCs w:val="16"/>
        </w:rPr>
        <w:t xml:space="preserve"> </w:t>
      </w:r>
      <w:r w:rsidRPr="002E32D2">
        <w:rPr>
          <w:rFonts w:cs="Arial"/>
          <w:sz w:val="16"/>
          <w:szCs w:val="16"/>
        </w:rPr>
        <w:lastRenderedPageBreak/>
        <w:t xml:space="preserve">(podmiotom przetwarzającym dane osobowe w zakresie wskazanym przez Spółkę),  tj. firmom wspierających nas przy realizacji usług, wykonywaniu obowiązków OSD np. firmom świadczącym nam usługi doradcze, konsultacyjne, audytowe, w zakresie archiwizacji, digitalizacji dokumentów, w zakresie remontów i usuwania awarii, firmom prawniczym, teleinformatycznym, informatycznym (w szczególności dostawcom oprogramowania i utrzymującym, obsługującym systemy teleinformatyczne, informatyczne), firmom realizującym odczyty liczników, kontrole, obsługę korespondencji, obsługę zgłoszeń awarii, agencjom badawczym, a także podwykonawcom w/w odbiorców i podwykonawców. </w:t>
      </w:r>
    </w:p>
    <w:p w14:paraId="0E8BEDC7" w14:textId="77777777" w:rsidR="00B42D92" w:rsidRPr="002E32D2" w:rsidRDefault="00B42D92" w:rsidP="00B42D92">
      <w:pPr>
        <w:spacing w:line="240" w:lineRule="auto"/>
        <w:jc w:val="both"/>
        <w:rPr>
          <w:rFonts w:cs="Arial"/>
          <w:i/>
          <w:sz w:val="16"/>
          <w:szCs w:val="16"/>
        </w:rPr>
      </w:pPr>
      <w:r w:rsidRPr="002E32D2">
        <w:rPr>
          <w:rFonts w:cs="Arial"/>
          <w:sz w:val="16"/>
          <w:szCs w:val="16"/>
        </w:rPr>
        <w:t xml:space="preserve">W zakresie w jakim przetwarzamy Pani/Pana dane osobowe w celu: </w:t>
      </w:r>
    </w:p>
    <w:p w14:paraId="292DABCF" w14:textId="77777777" w:rsidR="00B42D92" w:rsidRPr="002E32D2" w:rsidRDefault="00B42D92" w:rsidP="00B42D92">
      <w:pPr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contextualSpacing/>
        <w:jc w:val="both"/>
        <w:rPr>
          <w:rFonts w:cs="Arial"/>
          <w:i/>
          <w:sz w:val="16"/>
          <w:szCs w:val="16"/>
        </w:rPr>
      </w:pPr>
      <w:r w:rsidRPr="002E32D2">
        <w:rPr>
          <w:rFonts w:cs="Arial"/>
          <w:sz w:val="16"/>
          <w:szCs w:val="16"/>
        </w:rPr>
        <w:t>udzielenia i realizacji pełnomocnictwa w związku z ww. umową, podanie danych osobowych jest dobrowolne, ale niezbędne do udzielenia pełnomocnictwa (nie będziemy mogli udzielić pełnomocnictwa bez ich podania).</w:t>
      </w:r>
    </w:p>
    <w:p w14:paraId="5824E6BC" w14:textId="77777777" w:rsidR="00B42D92" w:rsidRPr="005C7EFA" w:rsidRDefault="00B42D92" w:rsidP="00B42D92">
      <w:pPr>
        <w:numPr>
          <w:ilvl w:val="0"/>
          <w:numId w:val="6"/>
        </w:numPr>
        <w:spacing w:line="240" w:lineRule="auto"/>
        <w:ind w:left="0" w:firstLine="0"/>
        <w:jc w:val="both"/>
        <w:rPr>
          <w:rFonts w:cs="Arial"/>
          <w:b/>
          <w:i/>
          <w:sz w:val="16"/>
          <w:szCs w:val="16"/>
        </w:rPr>
      </w:pPr>
      <w:r w:rsidRPr="005C7EFA">
        <w:rPr>
          <w:rFonts w:cs="Arial"/>
          <w:b/>
          <w:i/>
          <w:sz w:val="16"/>
          <w:szCs w:val="16"/>
        </w:rPr>
        <w:t>Informacja w zakresie przekazywania danych do państwa trzecich</w:t>
      </w:r>
    </w:p>
    <w:p w14:paraId="1AB49F87" w14:textId="77777777" w:rsidR="00B42D92" w:rsidRPr="009D77C7" w:rsidRDefault="00B42D92" w:rsidP="00B42D92">
      <w:pPr>
        <w:spacing w:line="240" w:lineRule="auto"/>
        <w:jc w:val="both"/>
        <w:rPr>
          <w:rFonts w:cs="Arial"/>
          <w:i/>
          <w:sz w:val="16"/>
          <w:szCs w:val="16"/>
        </w:rPr>
      </w:pPr>
      <w:r w:rsidRPr="009D77C7">
        <w:rPr>
          <w:rFonts w:cs="Arial"/>
          <w:i/>
          <w:sz w:val="16"/>
          <w:szCs w:val="16"/>
        </w:rPr>
        <w:t>Pani/Pana dane osobowe mogą być przekazane do państwa trzeciego (tj. państwa spoza Europejskiego Obszaru Gospodarczego, dalej: EOG) w związku ze świadczeniem na rzecz Spółki przez wykonawców usług w zakresie ICT. Dane będą przekazane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1E58C0BB" w14:textId="77777777" w:rsidR="00B42D92" w:rsidRPr="005C7EFA" w:rsidRDefault="00B42D92" w:rsidP="00B42D92">
      <w:pPr>
        <w:tabs>
          <w:tab w:val="left" w:pos="426"/>
        </w:tabs>
        <w:spacing w:line="240" w:lineRule="auto"/>
        <w:jc w:val="both"/>
        <w:rPr>
          <w:rFonts w:cs="Arial"/>
          <w:i/>
          <w:sz w:val="16"/>
          <w:szCs w:val="16"/>
        </w:rPr>
      </w:pPr>
    </w:p>
    <w:p w14:paraId="4DE692BC" w14:textId="77777777" w:rsidR="00B42D92" w:rsidRPr="002E32D2" w:rsidRDefault="00B42D92" w:rsidP="00B42D92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jc w:val="both"/>
        <w:rPr>
          <w:rFonts w:cs="Arial"/>
          <w:i/>
          <w:sz w:val="16"/>
          <w:szCs w:val="16"/>
        </w:rPr>
      </w:pPr>
      <w:r w:rsidRPr="002E32D2">
        <w:rPr>
          <w:rFonts w:cs="Arial"/>
          <w:sz w:val="16"/>
          <w:szCs w:val="16"/>
        </w:rPr>
        <w:t xml:space="preserve">Informujemy, że </w:t>
      </w:r>
      <w:r w:rsidRPr="002E32D2">
        <w:rPr>
          <w:rFonts w:cs="Arial"/>
          <w:b/>
          <w:sz w:val="16"/>
          <w:szCs w:val="16"/>
        </w:rPr>
        <w:t xml:space="preserve">nie podejmujemy decyzji w sposób zautomatyzowany, w tym stosując profilowanie. </w:t>
      </w:r>
    </w:p>
    <w:p w14:paraId="2198171B" w14:textId="77777777" w:rsidR="00B42D92" w:rsidRPr="002E32D2" w:rsidRDefault="00B42D92" w:rsidP="00B42D92">
      <w:pPr>
        <w:spacing w:line="240" w:lineRule="auto"/>
        <w:jc w:val="both"/>
        <w:rPr>
          <w:rFonts w:cs="Arial"/>
          <w:i/>
          <w:sz w:val="18"/>
          <w:szCs w:val="18"/>
        </w:rPr>
      </w:pPr>
    </w:p>
    <w:p w14:paraId="62BB345C" w14:textId="77777777" w:rsidR="00B42D92" w:rsidRPr="002E32D2" w:rsidRDefault="00B42D92" w:rsidP="00B42D92">
      <w:pPr>
        <w:spacing w:line="240" w:lineRule="atLeast"/>
        <w:jc w:val="both"/>
        <w:rPr>
          <w:rFonts w:cs="Arial"/>
          <w:i/>
          <w:sz w:val="18"/>
          <w:szCs w:val="18"/>
        </w:rPr>
      </w:pPr>
    </w:p>
    <w:p w14:paraId="42D48730" w14:textId="77777777" w:rsidR="00B42D92" w:rsidRPr="002E32D2" w:rsidRDefault="00B42D92" w:rsidP="00B42D92">
      <w:pPr>
        <w:spacing w:line="240" w:lineRule="atLeast"/>
        <w:jc w:val="both"/>
        <w:rPr>
          <w:rFonts w:cs="Arial"/>
          <w:i/>
        </w:rPr>
      </w:pPr>
    </w:p>
    <w:p w14:paraId="6E530723" w14:textId="46C150E7" w:rsidR="00B42D92" w:rsidRDefault="00B42D92" w:rsidP="00B42D92">
      <w:pPr>
        <w:spacing w:line="24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¹</w:t>
      </w:r>
      <w:r w:rsidRPr="005C7EFA">
        <w:rPr>
          <w:rFonts w:cs="Arial"/>
          <w:sz w:val="16"/>
          <w:szCs w:val="16"/>
        </w:rPr>
        <w:t>uzupełnić przed przekazaniem pełnomocnictwa</w:t>
      </w:r>
    </w:p>
    <w:p w14:paraId="01497C4C" w14:textId="7B3222EF" w:rsidR="008B2765" w:rsidRDefault="008B2765" w:rsidP="00B42D92">
      <w:pPr>
        <w:spacing w:line="240" w:lineRule="atLeast"/>
        <w:jc w:val="both"/>
        <w:rPr>
          <w:rFonts w:cs="Arial"/>
          <w:sz w:val="16"/>
          <w:szCs w:val="16"/>
        </w:rPr>
      </w:pPr>
    </w:p>
    <w:p w14:paraId="4D7314EC" w14:textId="52F68EE7" w:rsidR="008B2765" w:rsidRDefault="008B2765" w:rsidP="00B42D92">
      <w:pPr>
        <w:spacing w:line="240" w:lineRule="atLeast"/>
        <w:jc w:val="both"/>
        <w:rPr>
          <w:rFonts w:cs="Arial"/>
          <w:sz w:val="16"/>
          <w:szCs w:val="16"/>
        </w:rPr>
      </w:pPr>
    </w:p>
    <w:p w14:paraId="57D526B5" w14:textId="273AD216" w:rsidR="008B2765" w:rsidRDefault="008B2765" w:rsidP="00B42D92">
      <w:pPr>
        <w:spacing w:line="240" w:lineRule="atLeast"/>
        <w:jc w:val="both"/>
        <w:rPr>
          <w:rFonts w:cs="Arial"/>
          <w:sz w:val="16"/>
          <w:szCs w:val="16"/>
        </w:rPr>
      </w:pPr>
    </w:p>
    <w:p w14:paraId="169A51CA" w14:textId="77777777" w:rsidR="008B2765" w:rsidRPr="005C7EFA" w:rsidRDefault="008B2765" w:rsidP="00B42D92">
      <w:pPr>
        <w:spacing w:line="240" w:lineRule="atLeast"/>
        <w:jc w:val="both"/>
        <w:rPr>
          <w:rFonts w:cs="Arial"/>
          <w:sz w:val="16"/>
          <w:szCs w:val="16"/>
        </w:rPr>
      </w:pPr>
    </w:p>
    <w:p w14:paraId="0245CD98" w14:textId="77777777" w:rsidR="00B42D92" w:rsidRPr="002E32D2" w:rsidRDefault="00B42D92" w:rsidP="00B42D92">
      <w:pPr>
        <w:spacing w:line="240" w:lineRule="atLeast"/>
        <w:ind w:left="646"/>
        <w:jc w:val="both"/>
        <w:rPr>
          <w:rFonts w:cs="Arial"/>
          <w:i/>
        </w:rPr>
      </w:pPr>
    </w:p>
    <w:p w14:paraId="4AECE7B5" w14:textId="60153613" w:rsidR="00B42D92" w:rsidRPr="002E32D2" w:rsidRDefault="00B42D92" w:rsidP="00B42D92"/>
    <w:p w14:paraId="48A0C262" w14:textId="5BE4875E" w:rsidR="00792A2E" w:rsidRDefault="00792A2E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692A1A01" w14:textId="0F34980B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6FB9A540" w14:textId="40057E7D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2DD24D2A" w14:textId="77E7103B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7666AEAD" w14:textId="5C481DCE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55AC4485" w14:textId="4CCD969B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06178E8E" w14:textId="50C493AF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20627FF6" w14:textId="7DD3BC9B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3EF78803" w14:textId="39299EC0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0CBC066B" w14:textId="244EE21B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0144F83C" w14:textId="4DF3C1C7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1B5DE10A" w14:textId="7B8EF13B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35C951E8" w14:textId="0757F34C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541D5F0F" w14:textId="05D4A1FD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49570ABA" w14:textId="2B4354AB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5113E874" w14:textId="03C99D29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689EDA66" w14:textId="312D7736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38432BA2" w14:textId="03EDB79A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51A948F0" w14:textId="66600FA7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0E456C29" w14:textId="1853295A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49662DF9" w14:textId="6FFE7FD9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117B923C" w14:textId="4CA5B893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0CA6C2C3" w14:textId="748A60C5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7BAF4CAA" w14:textId="0F1D1391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69845440" w14:textId="14A10C65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01653CD0" w14:textId="23DA9AEE" w:rsidR="008B2765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p w14:paraId="08826546" w14:textId="77777777" w:rsidR="008B2765" w:rsidRPr="002055E4" w:rsidRDefault="008B2765" w:rsidP="008B2765">
      <w:pPr>
        <w:spacing w:line="240" w:lineRule="auto"/>
        <w:jc w:val="right"/>
        <w:rPr>
          <w:color w:val="000000"/>
        </w:rPr>
      </w:pPr>
      <w:r w:rsidRPr="002055E4">
        <w:rPr>
          <w:color w:val="000000"/>
          <w:lang w:val="en-US"/>
        </w:rPr>
        <w:lastRenderedPageBreak/>
        <w:tab/>
      </w:r>
      <w:r w:rsidRPr="002055E4">
        <w:rPr>
          <w:color w:val="000000"/>
        </w:rPr>
        <w:tab/>
      </w:r>
      <w:r w:rsidRPr="002055E4">
        <w:rPr>
          <w:color w:val="000000"/>
        </w:rPr>
        <w:tab/>
      </w:r>
      <w:r w:rsidRPr="002055E4">
        <w:rPr>
          <w:color w:val="000000"/>
        </w:rPr>
        <w:tab/>
      </w:r>
      <w:r w:rsidRPr="002055E4">
        <w:rPr>
          <w:color w:val="000000"/>
        </w:rPr>
        <w:tab/>
      </w:r>
      <w:r w:rsidRPr="002055E4">
        <w:rPr>
          <w:color w:val="000000"/>
        </w:rPr>
        <w:tab/>
      </w:r>
    </w:p>
    <w:p w14:paraId="0D73DB04" w14:textId="77777777" w:rsidR="008B2765" w:rsidRPr="008B2765" w:rsidRDefault="008B2765" w:rsidP="008B2765">
      <w:pPr>
        <w:spacing w:before="120" w:line="360" w:lineRule="auto"/>
        <w:ind w:right="15"/>
        <w:rPr>
          <w:color w:val="000000"/>
          <w:sz w:val="16"/>
          <w:szCs w:val="16"/>
        </w:rPr>
      </w:pPr>
      <w:bookmarkStart w:id="0" w:name="Tekst3"/>
      <w:r w:rsidRPr="008B2765">
        <w:rPr>
          <w:color w:val="000000"/>
          <w:sz w:val="16"/>
          <w:szCs w:val="16"/>
        </w:rPr>
        <w:t xml:space="preserve">……………………………………………                                                        </w:t>
      </w:r>
      <w:r w:rsidRPr="008B2765">
        <w:rPr>
          <w:i/>
          <w:color w:val="000000"/>
          <w:sz w:val="16"/>
          <w:szCs w:val="16"/>
        </w:rPr>
        <w:t>Miejscowość</w:t>
      </w:r>
      <w:r w:rsidRPr="008B2765">
        <w:rPr>
          <w:color w:val="000000"/>
          <w:sz w:val="16"/>
          <w:szCs w:val="16"/>
        </w:rPr>
        <w:t xml:space="preserve">, dn. </w:t>
      </w:r>
      <w:bookmarkEnd w:id="0"/>
      <w:r w:rsidRPr="008B2765">
        <w:rPr>
          <w:color w:val="000000"/>
          <w:sz w:val="16"/>
          <w:szCs w:val="16"/>
        </w:rPr>
        <w:t xml:space="preserve">………........... r. </w:t>
      </w:r>
    </w:p>
    <w:p w14:paraId="30A5DEDA" w14:textId="77777777" w:rsidR="008B2765" w:rsidRPr="008B2765" w:rsidRDefault="008B2765" w:rsidP="008B2765">
      <w:pPr>
        <w:spacing w:before="120" w:line="240" w:lineRule="auto"/>
        <w:ind w:right="15"/>
        <w:rPr>
          <w:color w:val="000000"/>
          <w:sz w:val="16"/>
          <w:szCs w:val="16"/>
        </w:rPr>
      </w:pPr>
      <w:r w:rsidRPr="008B2765">
        <w:rPr>
          <w:color w:val="000000"/>
          <w:sz w:val="16"/>
          <w:szCs w:val="16"/>
        </w:rPr>
        <w:t>……………………………………………</w:t>
      </w:r>
    </w:p>
    <w:p w14:paraId="66632616" w14:textId="77777777" w:rsidR="008B2765" w:rsidRPr="008B2765" w:rsidRDefault="008B2765" w:rsidP="008B2765">
      <w:pPr>
        <w:tabs>
          <w:tab w:val="left" w:pos="2410"/>
        </w:tabs>
        <w:spacing w:line="240" w:lineRule="auto"/>
        <w:rPr>
          <w:i/>
          <w:sz w:val="16"/>
          <w:szCs w:val="16"/>
        </w:rPr>
      </w:pPr>
      <w:r w:rsidRPr="008B2765">
        <w:rPr>
          <w:i/>
          <w:sz w:val="16"/>
          <w:szCs w:val="16"/>
        </w:rPr>
        <w:t xml:space="preserve">         Oznaczenie ( Pieczęć) Wykonawcy</w:t>
      </w:r>
    </w:p>
    <w:p w14:paraId="04B9127B" w14:textId="77777777" w:rsidR="008B2765" w:rsidRPr="008B2765" w:rsidRDefault="008B2765" w:rsidP="008B2765">
      <w:pPr>
        <w:tabs>
          <w:tab w:val="left" w:pos="2410"/>
        </w:tabs>
        <w:spacing w:line="240" w:lineRule="auto"/>
        <w:rPr>
          <w:sz w:val="16"/>
          <w:szCs w:val="16"/>
        </w:rPr>
      </w:pP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  <w:t>PGE Dystrybucja S.A.</w:t>
      </w:r>
    </w:p>
    <w:p w14:paraId="4B06AF28" w14:textId="77777777" w:rsidR="008B2765" w:rsidRPr="008B2765" w:rsidRDefault="008B2765" w:rsidP="008B2765">
      <w:pPr>
        <w:tabs>
          <w:tab w:val="left" w:pos="2410"/>
        </w:tabs>
        <w:spacing w:line="240" w:lineRule="auto"/>
        <w:rPr>
          <w:sz w:val="16"/>
          <w:szCs w:val="16"/>
        </w:rPr>
      </w:pP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</w:r>
      <w:r w:rsidRPr="008B2765">
        <w:rPr>
          <w:sz w:val="16"/>
          <w:szCs w:val="16"/>
        </w:rPr>
        <w:tab/>
        <w:t>Oddział ………………………..</w:t>
      </w:r>
    </w:p>
    <w:p w14:paraId="5A7A6D64" w14:textId="77777777" w:rsidR="008B2765" w:rsidRPr="008B2765" w:rsidRDefault="008B2765" w:rsidP="008B2765">
      <w:pPr>
        <w:spacing w:line="360" w:lineRule="auto"/>
        <w:jc w:val="center"/>
        <w:rPr>
          <w:sz w:val="16"/>
          <w:szCs w:val="16"/>
          <w:u w:val="single"/>
        </w:rPr>
      </w:pPr>
    </w:p>
    <w:p w14:paraId="25C389B2" w14:textId="77777777" w:rsidR="008B2765" w:rsidRPr="008B2765" w:rsidRDefault="008B2765" w:rsidP="008B2765">
      <w:pPr>
        <w:spacing w:line="360" w:lineRule="auto"/>
        <w:jc w:val="center"/>
        <w:rPr>
          <w:sz w:val="16"/>
          <w:szCs w:val="16"/>
          <w:u w:val="single"/>
        </w:rPr>
      </w:pPr>
    </w:p>
    <w:p w14:paraId="59862883" w14:textId="77777777" w:rsidR="008B2765" w:rsidRPr="008B2765" w:rsidRDefault="008B2765" w:rsidP="008B2765">
      <w:pPr>
        <w:spacing w:line="360" w:lineRule="auto"/>
        <w:jc w:val="center"/>
        <w:rPr>
          <w:sz w:val="16"/>
          <w:szCs w:val="16"/>
          <w:u w:val="single"/>
        </w:rPr>
      </w:pPr>
      <w:r w:rsidRPr="008B2765">
        <w:rPr>
          <w:sz w:val="16"/>
          <w:szCs w:val="16"/>
          <w:u w:val="single"/>
        </w:rPr>
        <w:t>WNIOSEK</w:t>
      </w:r>
    </w:p>
    <w:p w14:paraId="0ACD01EF" w14:textId="77777777" w:rsidR="008B2765" w:rsidRPr="008B2765" w:rsidRDefault="008B2765" w:rsidP="008B2765">
      <w:pPr>
        <w:spacing w:line="360" w:lineRule="auto"/>
        <w:rPr>
          <w:sz w:val="16"/>
          <w:szCs w:val="16"/>
        </w:rPr>
      </w:pPr>
      <w:r w:rsidRPr="008B2765">
        <w:rPr>
          <w:sz w:val="16"/>
          <w:szCs w:val="16"/>
        </w:rPr>
        <w:t>W związku z informacją o rozstrzygnięciu postępowania nr …………………………………                            na …………………………………………………………………………………………………………………………………………….</w:t>
      </w:r>
    </w:p>
    <w:p w14:paraId="75CFE737" w14:textId="77777777" w:rsidR="008B2765" w:rsidRPr="008B2765" w:rsidRDefault="008B2765" w:rsidP="008B2765">
      <w:pPr>
        <w:spacing w:line="360" w:lineRule="auto"/>
        <w:rPr>
          <w:sz w:val="16"/>
          <w:szCs w:val="16"/>
        </w:rPr>
      </w:pPr>
      <w:r w:rsidRPr="008B2765">
        <w:rPr>
          <w:sz w:val="16"/>
          <w:szCs w:val="16"/>
        </w:rPr>
        <w:t>…………………………………………………………………………………………………………………………………………………/zawarciem z PGE Dystrybucja S.A. Oddział ..................umowy nr ……………..</w:t>
      </w:r>
    </w:p>
    <w:p w14:paraId="43E62E6E" w14:textId="77777777" w:rsidR="008B2765" w:rsidRPr="008B2765" w:rsidRDefault="008B2765" w:rsidP="008B2765">
      <w:pPr>
        <w:spacing w:after="120" w:line="360" w:lineRule="auto"/>
        <w:rPr>
          <w:sz w:val="16"/>
          <w:szCs w:val="16"/>
        </w:rPr>
      </w:pPr>
      <w:r w:rsidRPr="008B2765">
        <w:rPr>
          <w:sz w:val="16"/>
          <w:szCs w:val="16"/>
        </w:rPr>
        <w:t>proszę o wystawienie pełnomocnictw dla:</w:t>
      </w:r>
    </w:p>
    <w:p w14:paraId="708FF8C4" w14:textId="77777777" w:rsidR="008B2765" w:rsidRPr="008B2765" w:rsidRDefault="008B2765" w:rsidP="008B2765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/>
          <w:sz w:val="16"/>
          <w:szCs w:val="16"/>
        </w:rPr>
      </w:pPr>
      <w:r w:rsidRPr="008B2765">
        <w:rPr>
          <w:rFonts w:asciiTheme="minorHAnsi" w:hAnsiTheme="minorHAnsi"/>
          <w:sz w:val="16"/>
          <w:szCs w:val="16"/>
        </w:rPr>
        <w:t xml:space="preserve">Pani/Pana* </w:t>
      </w:r>
      <w:r w:rsidRPr="008B2765">
        <w:rPr>
          <w:rFonts w:asciiTheme="minorHAnsi" w:hAnsiTheme="minorHAnsi"/>
          <w:sz w:val="16"/>
          <w:szCs w:val="16"/>
        </w:rPr>
        <w:tab/>
        <w:t>……………………………………….</w:t>
      </w:r>
    </w:p>
    <w:p w14:paraId="5E4769FE" w14:textId="77777777" w:rsidR="008B2765" w:rsidRPr="008B2765" w:rsidRDefault="008B2765" w:rsidP="008B2765">
      <w:pPr>
        <w:pStyle w:val="Akapitzlist"/>
        <w:spacing w:line="360" w:lineRule="auto"/>
        <w:ind w:firstLine="696"/>
        <w:rPr>
          <w:rFonts w:asciiTheme="minorHAnsi" w:hAnsiTheme="minorHAnsi"/>
          <w:sz w:val="16"/>
          <w:szCs w:val="16"/>
        </w:rPr>
      </w:pPr>
      <w:r w:rsidRPr="008B2765">
        <w:rPr>
          <w:rFonts w:asciiTheme="minorHAnsi" w:hAnsiTheme="minorHAnsi"/>
          <w:sz w:val="16"/>
          <w:szCs w:val="16"/>
        </w:rPr>
        <w:t>Nr PESEL:</w:t>
      </w:r>
      <w:r w:rsidRPr="008B2765">
        <w:rPr>
          <w:rFonts w:asciiTheme="minorHAnsi" w:hAnsiTheme="minorHAnsi"/>
          <w:sz w:val="16"/>
          <w:szCs w:val="16"/>
        </w:rPr>
        <w:tab/>
        <w:t>……………………………………….</w:t>
      </w:r>
    </w:p>
    <w:p w14:paraId="74BA1999" w14:textId="77777777" w:rsidR="008B2765" w:rsidRPr="008B2765" w:rsidRDefault="008B2765" w:rsidP="008B2765">
      <w:pPr>
        <w:pStyle w:val="Akapitzlist"/>
        <w:spacing w:line="360" w:lineRule="auto"/>
        <w:rPr>
          <w:rFonts w:asciiTheme="minorHAnsi" w:hAnsiTheme="minorHAnsi"/>
          <w:sz w:val="16"/>
          <w:szCs w:val="16"/>
        </w:rPr>
      </w:pPr>
      <w:r w:rsidRPr="008B2765">
        <w:rPr>
          <w:rFonts w:asciiTheme="minorHAnsi" w:hAnsiTheme="minorHAnsi"/>
          <w:sz w:val="16"/>
          <w:szCs w:val="16"/>
        </w:rPr>
        <w:t xml:space="preserve"> </w:t>
      </w:r>
      <w:r w:rsidRPr="008B2765">
        <w:rPr>
          <w:rFonts w:asciiTheme="minorHAnsi" w:hAnsiTheme="minorHAnsi"/>
          <w:i/>
          <w:sz w:val="16"/>
          <w:szCs w:val="16"/>
        </w:rPr>
        <w:t>lub</w:t>
      </w:r>
      <w:r w:rsidRPr="008B2765">
        <w:rPr>
          <w:rFonts w:asciiTheme="minorHAnsi" w:hAnsiTheme="minorHAnsi"/>
          <w:sz w:val="16"/>
          <w:szCs w:val="16"/>
        </w:rPr>
        <w:tab/>
        <w:t xml:space="preserve"> Seria i numer DO</w:t>
      </w:r>
      <w:r w:rsidRPr="008B2765">
        <w:rPr>
          <w:rFonts w:asciiTheme="minorHAnsi" w:hAnsiTheme="minorHAnsi"/>
          <w:sz w:val="16"/>
          <w:szCs w:val="16"/>
        </w:rPr>
        <w:tab/>
        <w:t>……………………………</w:t>
      </w:r>
      <w:r w:rsidRPr="008B2765">
        <w:rPr>
          <w:rStyle w:val="Odwoanieprzypisudolnego"/>
          <w:rFonts w:asciiTheme="minorHAnsi" w:hAnsiTheme="minorHAnsi"/>
          <w:sz w:val="16"/>
          <w:szCs w:val="16"/>
        </w:rPr>
        <w:footnoteReference w:id="1"/>
      </w:r>
    </w:p>
    <w:p w14:paraId="22750B1B" w14:textId="77777777" w:rsidR="008B2765" w:rsidRPr="008B2765" w:rsidRDefault="008B2765" w:rsidP="008B2765">
      <w:pPr>
        <w:spacing w:line="360" w:lineRule="auto"/>
        <w:ind w:left="1416"/>
        <w:rPr>
          <w:sz w:val="16"/>
          <w:szCs w:val="16"/>
        </w:rPr>
      </w:pPr>
    </w:p>
    <w:p w14:paraId="7F37BC7C" w14:textId="77777777" w:rsidR="008B2765" w:rsidRPr="008B2765" w:rsidRDefault="008B2765" w:rsidP="008B2765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/>
          <w:sz w:val="16"/>
          <w:szCs w:val="16"/>
        </w:rPr>
      </w:pPr>
      <w:r w:rsidRPr="008B2765">
        <w:rPr>
          <w:rFonts w:asciiTheme="minorHAnsi" w:hAnsiTheme="minorHAnsi"/>
          <w:sz w:val="16"/>
          <w:szCs w:val="16"/>
        </w:rPr>
        <w:t xml:space="preserve">Pani/Pana* </w:t>
      </w:r>
      <w:r w:rsidRPr="008B2765">
        <w:rPr>
          <w:rFonts w:asciiTheme="minorHAnsi" w:hAnsiTheme="minorHAnsi"/>
          <w:sz w:val="16"/>
          <w:szCs w:val="16"/>
        </w:rPr>
        <w:tab/>
        <w:t>……………………………………….</w:t>
      </w:r>
    </w:p>
    <w:p w14:paraId="1846CB4C" w14:textId="77777777" w:rsidR="008B2765" w:rsidRPr="008B2765" w:rsidRDefault="008B2765" w:rsidP="008B2765">
      <w:pPr>
        <w:pStyle w:val="Akapitzlist"/>
        <w:spacing w:line="360" w:lineRule="auto"/>
        <w:ind w:firstLine="696"/>
        <w:rPr>
          <w:rFonts w:asciiTheme="minorHAnsi" w:hAnsiTheme="minorHAnsi"/>
          <w:sz w:val="16"/>
          <w:szCs w:val="16"/>
        </w:rPr>
      </w:pPr>
      <w:r w:rsidRPr="008B2765">
        <w:rPr>
          <w:rFonts w:asciiTheme="minorHAnsi" w:hAnsiTheme="minorHAnsi"/>
          <w:sz w:val="16"/>
          <w:szCs w:val="16"/>
        </w:rPr>
        <w:t>Nr PESEL:</w:t>
      </w:r>
      <w:r w:rsidRPr="008B2765">
        <w:rPr>
          <w:rFonts w:asciiTheme="minorHAnsi" w:hAnsiTheme="minorHAnsi"/>
          <w:sz w:val="16"/>
          <w:szCs w:val="16"/>
        </w:rPr>
        <w:tab/>
        <w:t>……………………………………….</w:t>
      </w:r>
    </w:p>
    <w:p w14:paraId="6EF1EBF6" w14:textId="77777777" w:rsidR="008B2765" w:rsidRPr="008B2765" w:rsidRDefault="008B2765" w:rsidP="008B2765">
      <w:pPr>
        <w:pStyle w:val="Akapitzlist"/>
        <w:spacing w:line="360" w:lineRule="auto"/>
        <w:rPr>
          <w:rFonts w:asciiTheme="minorHAnsi" w:hAnsiTheme="minorHAnsi"/>
          <w:sz w:val="16"/>
          <w:szCs w:val="16"/>
          <w:vertAlign w:val="superscript"/>
        </w:rPr>
      </w:pPr>
      <w:r w:rsidRPr="008B2765">
        <w:rPr>
          <w:rFonts w:asciiTheme="minorHAnsi" w:hAnsiTheme="minorHAnsi"/>
          <w:i/>
          <w:sz w:val="16"/>
          <w:szCs w:val="16"/>
        </w:rPr>
        <w:t>lub</w:t>
      </w:r>
      <w:r w:rsidRPr="008B2765">
        <w:rPr>
          <w:rFonts w:asciiTheme="minorHAnsi" w:hAnsiTheme="minorHAnsi"/>
          <w:sz w:val="16"/>
          <w:szCs w:val="16"/>
        </w:rPr>
        <w:t xml:space="preserve"> </w:t>
      </w:r>
      <w:r w:rsidRPr="008B2765">
        <w:rPr>
          <w:rFonts w:asciiTheme="minorHAnsi" w:hAnsiTheme="minorHAnsi"/>
          <w:sz w:val="16"/>
          <w:szCs w:val="16"/>
        </w:rPr>
        <w:tab/>
        <w:t>Seria i numer DO</w:t>
      </w:r>
      <w:r w:rsidRPr="008B2765">
        <w:rPr>
          <w:rFonts w:asciiTheme="minorHAnsi" w:hAnsiTheme="minorHAnsi"/>
          <w:sz w:val="16"/>
          <w:szCs w:val="16"/>
        </w:rPr>
        <w:tab/>
        <w:t>……………………………</w:t>
      </w:r>
      <w:r w:rsidRPr="008B2765">
        <w:rPr>
          <w:rFonts w:asciiTheme="minorHAnsi" w:hAnsiTheme="minorHAnsi"/>
          <w:sz w:val="16"/>
          <w:szCs w:val="16"/>
          <w:vertAlign w:val="superscript"/>
        </w:rPr>
        <w:t>1</w:t>
      </w:r>
    </w:p>
    <w:p w14:paraId="51F635E6" w14:textId="77777777" w:rsidR="008B2765" w:rsidRPr="008B2765" w:rsidRDefault="008B2765" w:rsidP="008B2765">
      <w:pPr>
        <w:spacing w:line="360" w:lineRule="auto"/>
        <w:rPr>
          <w:sz w:val="16"/>
          <w:szCs w:val="16"/>
        </w:rPr>
      </w:pPr>
    </w:p>
    <w:p w14:paraId="6D7EAA5E" w14:textId="77777777" w:rsidR="008B2765" w:rsidRPr="008B2765" w:rsidRDefault="008B2765" w:rsidP="008B2765">
      <w:pPr>
        <w:spacing w:line="360" w:lineRule="auto"/>
        <w:jc w:val="both"/>
        <w:rPr>
          <w:sz w:val="16"/>
          <w:szCs w:val="16"/>
        </w:rPr>
      </w:pPr>
      <w:r w:rsidRPr="008B2765">
        <w:rPr>
          <w:sz w:val="16"/>
          <w:szCs w:val="16"/>
        </w:rPr>
        <w:t>Równocześnie oświadczam, że dane osobowe wskazanych osób potwierdziłem/łam* na podstawie okazanych mi, wyżej wymienionych dokumentów tożsamości.</w:t>
      </w:r>
    </w:p>
    <w:p w14:paraId="2F5AD4FB" w14:textId="77777777" w:rsidR="008B2765" w:rsidRPr="008B2765" w:rsidRDefault="008B2765" w:rsidP="008B2765">
      <w:pPr>
        <w:spacing w:line="360" w:lineRule="auto"/>
        <w:jc w:val="both"/>
        <w:rPr>
          <w:sz w:val="16"/>
          <w:szCs w:val="16"/>
        </w:rPr>
      </w:pPr>
    </w:p>
    <w:p w14:paraId="4AA96C56" w14:textId="77777777" w:rsidR="008B2765" w:rsidRPr="008B2765" w:rsidRDefault="008B2765" w:rsidP="008B2765">
      <w:pPr>
        <w:spacing w:line="240" w:lineRule="auto"/>
        <w:ind w:left="3545" w:firstLine="708"/>
        <w:jc w:val="both"/>
        <w:rPr>
          <w:sz w:val="16"/>
          <w:szCs w:val="16"/>
        </w:rPr>
      </w:pPr>
      <w:r w:rsidRPr="008B2765">
        <w:rPr>
          <w:sz w:val="16"/>
          <w:szCs w:val="16"/>
        </w:rPr>
        <w:t xml:space="preserve">       …………....................................</w:t>
      </w:r>
    </w:p>
    <w:p w14:paraId="60AE0033" w14:textId="77777777" w:rsidR="008B2765" w:rsidRPr="008B2765" w:rsidRDefault="008B2765" w:rsidP="008B2765">
      <w:pPr>
        <w:spacing w:line="240" w:lineRule="auto"/>
        <w:ind w:left="4253"/>
        <w:jc w:val="both"/>
        <w:rPr>
          <w:i/>
          <w:sz w:val="16"/>
          <w:szCs w:val="16"/>
        </w:rPr>
      </w:pPr>
      <w:r w:rsidRPr="008B2765">
        <w:rPr>
          <w:i/>
          <w:sz w:val="16"/>
          <w:szCs w:val="16"/>
        </w:rPr>
        <w:t>Imię i nazwisko, podpis osoby reprezentującej Wykonawcę</w:t>
      </w:r>
    </w:p>
    <w:p w14:paraId="0E4A8005" w14:textId="77777777" w:rsidR="008B2765" w:rsidRPr="008B2765" w:rsidRDefault="008B2765" w:rsidP="008B2765">
      <w:pPr>
        <w:rPr>
          <w:sz w:val="16"/>
          <w:szCs w:val="16"/>
        </w:rPr>
      </w:pPr>
      <w:bookmarkStart w:id="1" w:name="_GoBack"/>
      <w:bookmarkEnd w:id="1"/>
    </w:p>
    <w:p w14:paraId="5B1DEAF9" w14:textId="77777777" w:rsidR="008B2765" w:rsidRPr="008B2765" w:rsidRDefault="008B2765" w:rsidP="008B2765">
      <w:pPr>
        <w:rPr>
          <w:sz w:val="16"/>
          <w:szCs w:val="16"/>
        </w:rPr>
      </w:pPr>
      <w:r w:rsidRPr="008B2765">
        <w:rPr>
          <w:sz w:val="16"/>
          <w:szCs w:val="16"/>
        </w:rPr>
        <w:t>*niepotrzebne skreślić</w:t>
      </w:r>
    </w:p>
    <w:p w14:paraId="25CC4446" w14:textId="77777777" w:rsidR="008B2765" w:rsidRDefault="008B2765" w:rsidP="008B2765"/>
    <w:p w14:paraId="14766C1D" w14:textId="77777777" w:rsidR="008B2765" w:rsidRPr="00F91208" w:rsidRDefault="008B2765" w:rsidP="00B42D92">
      <w:pPr>
        <w:spacing w:line="240" w:lineRule="auto"/>
        <w:jc w:val="center"/>
        <w:rPr>
          <w:rFonts w:cs="Calibri"/>
          <w:sz w:val="18"/>
          <w:szCs w:val="18"/>
        </w:rPr>
      </w:pPr>
    </w:p>
    <w:sectPr w:rsidR="008B2765" w:rsidRPr="00F91208" w:rsidSect="003E2E5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702" w:right="1361" w:bottom="2127" w:left="2410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F9766" w14:textId="77777777" w:rsidR="007A778F" w:rsidRDefault="007A778F" w:rsidP="001C34EF">
      <w:r>
        <w:separator/>
      </w:r>
    </w:p>
  </w:endnote>
  <w:endnote w:type="continuationSeparator" w:id="0">
    <w:p w14:paraId="38C740A1" w14:textId="77777777" w:rsidR="007A778F" w:rsidRDefault="007A778F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363FE" w14:textId="2D23EE8D" w:rsidR="00667D9E" w:rsidRDefault="00667D9E" w:rsidP="00667D9E">
    <w:pPr>
      <w:pStyle w:val="danenagwka"/>
    </w:pPr>
  </w:p>
  <w:p w14:paraId="152FDCD8" w14:textId="77777777" w:rsidR="00667D9E" w:rsidRDefault="00667D9E" w:rsidP="00667D9E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380E94" wp14:editId="499421E0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1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D6602C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uR+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MdzY4zB5ZG&#10;9Pv+8UH8cvoHI10xeaOd9uORrbJYY8CGcm7cLk4Whl3MzA8q2vwlTuxQBD6eBZaHxAQ9LueXVxf1&#10;ijPx5KueE0PE9FF6S2WR5kRlM3doYP8JExWj0KeQ/Oz8rTamzM84Nrb8arlYEjLQFikDia42EC90&#10;PWdgelpPkWJBROLU5eyMU1ZN3pjI9kBLAkJIl+aZKxX8KzJX3wIOp8DimsKMy0iy7NvUbBbqJE2+&#10;3fnuWBSrskWzLOjT3uVleWnT/eXfsfkD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LWi5H7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5241DD39" w14:textId="042DD596" w:rsidR="003D626C" w:rsidRPr="00CF5636" w:rsidRDefault="003D626C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72B82" w14:textId="77777777" w:rsidR="00E370B5" w:rsidRDefault="00816C7E" w:rsidP="00A545D1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463AC" wp14:editId="10293EB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1679A9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A545D1" w:rsidRPr="00A545D1">
      <w:rPr>
        <w:b/>
        <w:noProof/>
        <w:szCs w:val="22"/>
        <w:lang w:eastAsia="pl-PL"/>
      </w:rPr>
      <w:t>PGE DYSTRYBUCJA SPÓŁKA AKCYJNA Z SIEDZIBĄ W LUBLINIE</w:t>
    </w:r>
    <w:r w:rsidR="00A545D1" w:rsidRPr="00A545D1">
      <w:rPr>
        <w:b/>
      </w:rPr>
      <w:t>,</w:t>
    </w:r>
    <w:r w:rsidR="00A545D1">
      <w:rPr>
        <w:b/>
      </w:rPr>
      <w:t xml:space="preserve"> </w:t>
    </w:r>
    <w:r w:rsidR="00A545D1"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 w:rsidR="00A545D1">
      <w:t>40 1240 6016 1111 0010 2859 5194,</w:t>
    </w:r>
    <w:r w:rsidR="00582B81" w:rsidRPr="00DE08D6">
      <w:t xml:space="preserve"> </w:t>
    </w:r>
    <w:r w:rsidR="00CF5636" w:rsidRPr="00CF5636">
      <w:rPr>
        <w:b/>
      </w:rPr>
      <w:t>www.</w:t>
    </w:r>
    <w:r w:rsidR="00A545D1">
      <w:rPr>
        <w:b/>
      </w:rPr>
      <w:t>pgedystrybucja</w:t>
    </w:r>
    <w:r w:rsidR="00CF5636" w:rsidRPr="00CF5636">
      <w:rPr>
        <w:b/>
      </w:rPr>
      <w:t>.pl</w:t>
    </w:r>
  </w:p>
  <w:p w14:paraId="4E0D0227" w14:textId="0F3DC7B6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8B2765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8B2765">
      <w:rPr>
        <w:rFonts w:asciiTheme="majorHAnsi" w:hAnsiTheme="majorHAnsi"/>
        <w:b/>
        <w:bCs/>
        <w:noProof/>
        <w:color w:val="7F7F7F" w:themeColor="text1" w:themeTint="80"/>
        <w:sz w:val="16"/>
      </w:rPr>
      <w:t>5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19B65" w14:textId="77777777" w:rsidR="007A778F" w:rsidRDefault="007A778F" w:rsidP="001C34EF">
      <w:r>
        <w:separator/>
      </w:r>
    </w:p>
  </w:footnote>
  <w:footnote w:type="continuationSeparator" w:id="0">
    <w:p w14:paraId="6204B37C" w14:textId="77777777" w:rsidR="007A778F" w:rsidRDefault="007A778F" w:rsidP="001C34EF">
      <w:r>
        <w:continuationSeparator/>
      </w:r>
    </w:p>
  </w:footnote>
  <w:footnote w:id="1">
    <w:p w14:paraId="286407E6" w14:textId="77777777" w:rsidR="008B2765" w:rsidRDefault="008B2765" w:rsidP="008B2765">
      <w:pPr>
        <w:pStyle w:val="Tekstprzypisudolnego"/>
      </w:pPr>
      <w:r w:rsidRPr="008B2765">
        <w:rPr>
          <w:rStyle w:val="Odwoanieprzypisudolnego"/>
          <w:sz w:val="16"/>
          <w:szCs w:val="16"/>
        </w:rPr>
        <w:footnoteRef/>
      </w:r>
      <w:r w:rsidRPr="008B2765">
        <w:rPr>
          <w:sz w:val="16"/>
          <w:szCs w:val="16"/>
        </w:rPr>
        <w:t xml:space="preserve"> należy podać, jeśli są wymagane. W przeciwnym razie niepotrzebne wykreślić. Jeżeli wskazujemy nr PESEL nie wskazujemy już numeru dokumentu tożsamości. Zasada minimalizacji danych osobowych</w:t>
      </w:r>
      <w:r w:rsidRPr="006F1D1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9917E" w14:textId="031CF004" w:rsidR="00667D9E" w:rsidRDefault="00667D9E" w:rsidP="00667D9E">
    <w:pPr>
      <w:pStyle w:val="ImiNazwisko"/>
      <w:spacing w:before="0"/>
      <w:rPr>
        <w:color w:val="7F7F7F" w:themeColor="text1" w:themeTint="80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7456" behindDoc="1" locked="0" layoutInCell="1" allowOverlap="1" wp14:anchorId="7ACF5DE5" wp14:editId="00521334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239" name="Obraz 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5DD824" w14:textId="573AB920" w:rsidR="00CA490B" w:rsidRPr="00667D9E" w:rsidRDefault="00CA490B" w:rsidP="00667D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5C9DB" w14:textId="77777777" w:rsidR="002833C4" w:rsidRDefault="008D636F" w:rsidP="00991D21">
    <w:pPr>
      <w:pStyle w:val="ImiNazwisko"/>
      <w:spacing w:before="0"/>
      <w:ind w:left="-142"/>
      <w:rPr>
        <w:color w:val="7F7F7F" w:themeColor="text1" w:themeTint="80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5168" behindDoc="1" locked="0" layoutInCell="1" allowOverlap="1" wp14:anchorId="75023E93" wp14:editId="77136F64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240" name="Obraz 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62B3" w:rsidRPr="00FD62B3">
      <w:rPr>
        <w:color w:val="7F7F7F" w:themeColor="text1" w:themeTint="80"/>
      </w:rPr>
      <w:t>PGE Dystrybucja S.A.</w:t>
    </w:r>
  </w:p>
  <w:p w14:paraId="521F7DA8" w14:textId="75DCC0AD" w:rsidR="003D0D76" w:rsidRPr="00A90692" w:rsidRDefault="00457142" w:rsidP="00991D21">
    <w:pPr>
      <w:pStyle w:val="ImiNazwisko"/>
      <w:spacing w:before="0"/>
      <w:ind w:left="-142"/>
      <w:rPr>
        <w:color w:val="7F7F7F" w:themeColor="text1" w:themeTint="80"/>
        <w:sz w:val="14"/>
        <w:szCs w:val="14"/>
      </w:rPr>
    </w:pPr>
    <w:r>
      <w:rPr>
        <w:color w:val="7F7F7F" w:themeColor="text1" w:themeTint="80"/>
      </w:rPr>
      <w:t>Oddział Białystok</w:t>
    </w:r>
    <w:r w:rsidR="00FD62B3" w:rsidRPr="00FD62B3">
      <w:rPr>
        <w:color w:val="7F7F7F" w:themeColor="text1" w:themeTint="80"/>
      </w:rPr>
      <w:t xml:space="preserve"> </w:t>
    </w:r>
    <w:r w:rsidR="00FD62B3">
      <w:rPr>
        <w:color w:val="7F7F7F" w:themeColor="text1" w:themeTint="80"/>
      </w:rPr>
      <w:br/>
    </w:r>
    <w:r w:rsidR="00E5436D">
      <w:rPr>
        <w:color w:val="7F7F7F" w:themeColor="text1" w:themeTint="80"/>
        <w:sz w:val="14"/>
        <w:szCs w:val="14"/>
      </w:rPr>
      <w:t>15-950 Białystok, ul Elektryczna</w:t>
    </w:r>
    <w:r w:rsidR="007B4802">
      <w:rPr>
        <w:color w:val="7F7F7F" w:themeColor="text1" w:themeTint="80"/>
        <w:sz w:val="14"/>
        <w:szCs w:val="14"/>
      </w:rPr>
      <w:t xml:space="preserve"> </w:t>
    </w:r>
    <w:r w:rsidR="00E5436D">
      <w:rPr>
        <w:color w:val="7F7F7F" w:themeColor="text1" w:themeTint="80"/>
        <w:sz w:val="14"/>
        <w:szCs w:val="14"/>
      </w:rPr>
      <w:t>1</w:t>
    </w:r>
    <w:r w:rsidR="007B4802">
      <w:rPr>
        <w:color w:val="7F7F7F" w:themeColor="text1" w:themeTint="80"/>
        <w:sz w:val="14"/>
        <w:szCs w:val="14"/>
      </w:rPr>
      <w:t>3</w:t>
    </w:r>
  </w:p>
  <w:p w14:paraId="0D050ABB" w14:textId="561A373C" w:rsidR="002833C4" w:rsidRPr="00666778" w:rsidRDefault="00E5436D" w:rsidP="00991D21">
    <w:pPr>
      <w:pStyle w:val="danenagwka"/>
      <w:spacing w:before="80"/>
      <w:ind w:left="-142"/>
      <w:rPr>
        <w:color w:val="092D74"/>
        <w:sz w:val="16"/>
        <w:szCs w:val="16"/>
        <w:lang w:val="en-US"/>
      </w:rPr>
    </w:pPr>
    <w:r w:rsidRPr="00666778">
      <w:rPr>
        <w:color w:val="7F7F7F" w:themeColor="text1" w:themeTint="80"/>
        <w:lang w:val="en-US"/>
      </w:rPr>
      <w:t>tel.:</w:t>
    </w:r>
    <w:r w:rsidR="00792A2E" w:rsidRPr="00666778">
      <w:rPr>
        <w:color w:val="7F7F7F" w:themeColor="text1" w:themeTint="80"/>
        <w:lang w:val="en-US"/>
      </w:rPr>
      <w:t xml:space="preserve"> (85) 740 50 00</w:t>
    </w:r>
  </w:p>
  <w:p w14:paraId="15795AF6" w14:textId="77777777" w:rsidR="00B4059A" w:rsidRPr="00666778" w:rsidRDefault="002E3865" w:rsidP="00991D21">
    <w:pPr>
      <w:pStyle w:val="danenagwka"/>
      <w:ind w:left="-142"/>
      <w:rPr>
        <w:color w:val="7F7F7F" w:themeColor="text1" w:themeTint="80"/>
        <w:lang w:val="en-US"/>
      </w:rPr>
    </w:pPr>
    <w:r w:rsidRPr="00666778">
      <w:rPr>
        <w:color w:val="7F7F7F" w:themeColor="text1" w:themeTint="80"/>
        <w:lang w:val="en-US"/>
      </w:rPr>
      <w:t xml:space="preserve">fax: </w:t>
    </w:r>
    <w:r w:rsidR="00B4059A" w:rsidRPr="00666778">
      <w:rPr>
        <w:color w:val="7F7F7F" w:themeColor="text1" w:themeTint="80"/>
        <w:lang w:val="en-US"/>
      </w:rPr>
      <w:t xml:space="preserve"> (</w:t>
    </w:r>
    <w:r w:rsidR="00E5436D" w:rsidRPr="00666778">
      <w:rPr>
        <w:color w:val="7F7F7F" w:themeColor="text1" w:themeTint="80"/>
        <w:lang w:val="en-US"/>
      </w:rPr>
      <w:t>85) 740 51 09</w:t>
    </w:r>
  </w:p>
  <w:p w14:paraId="6BA35D97" w14:textId="77777777" w:rsidR="00FD62B3" w:rsidRPr="00A90692" w:rsidRDefault="00FD62B3" w:rsidP="00991D21">
    <w:pPr>
      <w:pStyle w:val="danenagwka"/>
      <w:ind w:left="-142"/>
      <w:rPr>
        <w:color w:val="7F7F7F" w:themeColor="text1" w:themeTint="80"/>
        <w:sz w:val="16"/>
        <w:szCs w:val="16"/>
        <w:lang w:val="en-US"/>
      </w:rPr>
    </w:pPr>
    <w:r w:rsidRPr="00A90692">
      <w:rPr>
        <w:color w:val="7F7F7F" w:themeColor="text1" w:themeTint="80"/>
        <w:sz w:val="16"/>
        <w:szCs w:val="16"/>
        <w:lang w:val="en-US"/>
      </w:rPr>
      <w:t xml:space="preserve">e-mail: </w:t>
    </w:r>
    <w:r w:rsidR="00B4059A" w:rsidRPr="00A90692">
      <w:rPr>
        <w:color w:val="7F7F7F" w:themeColor="text1" w:themeTint="80"/>
        <w:sz w:val="16"/>
        <w:szCs w:val="16"/>
        <w:lang w:val="en-US"/>
      </w:rPr>
      <w:t>sekretariat.o</w:t>
    </w:r>
    <w:r w:rsidR="00E5436D" w:rsidRPr="00A90692">
      <w:rPr>
        <w:color w:val="7F7F7F" w:themeColor="text1" w:themeTint="80"/>
        <w:sz w:val="16"/>
        <w:szCs w:val="16"/>
        <w:lang w:val="en-US"/>
      </w:rPr>
      <w:t>b</w:t>
    </w:r>
    <w:r w:rsidR="00B4059A" w:rsidRPr="00A90692">
      <w:rPr>
        <w:color w:val="7F7F7F" w:themeColor="text1" w:themeTint="80"/>
        <w:sz w:val="16"/>
        <w:szCs w:val="16"/>
        <w:lang w:val="en-US"/>
      </w:rPr>
      <w:t>@</w:t>
    </w:r>
    <w:r w:rsidRPr="00A90692">
      <w:rPr>
        <w:color w:val="7F7F7F" w:themeColor="text1" w:themeTint="80"/>
        <w:sz w:val="16"/>
        <w:szCs w:val="16"/>
        <w:lang w:val="en-US"/>
      </w:rPr>
      <w:t>pgedystrybucja.pl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822FA"/>
    <w:multiLevelType w:val="hybridMultilevel"/>
    <w:tmpl w:val="EE667BDA"/>
    <w:lvl w:ilvl="0" w:tplc="1CC62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522A3D"/>
    <w:multiLevelType w:val="hybridMultilevel"/>
    <w:tmpl w:val="265E52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2487FFA"/>
    <w:multiLevelType w:val="hybridMultilevel"/>
    <w:tmpl w:val="BC129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B0DBE"/>
    <w:multiLevelType w:val="multilevel"/>
    <w:tmpl w:val="A50C35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25DB6D38"/>
    <w:multiLevelType w:val="hybridMultilevel"/>
    <w:tmpl w:val="A6CEBD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4467AB4"/>
    <w:multiLevelType w:val="hybridMultilevel"/>
    <w:tmpl w:val="40DC9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D48A4"/>
    <w:multiLevelType w:val="hybridMultilevel"/>
    <w:tmpl w:val="C73E466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24AF2"/>
    <w:multiLevelType w:val="hybridMultilevel"/>
    <w:tmpl w:val="581A5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51657"/>
    <w:multiLevelType w:val="hybridMultilevel"/>
    <w:tmpl w:val="188ADD7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9EE54CB"/>
    <w:multiLevelType w:val="hybridMultilevel"/>
    <w:tmpl w:val="B3A8B3C4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2B5824"/>
    <w:multiLevelType w:val="hybridMultilevel"/>
    <w:tmpl w:val="C7B01E48"/>
    <w:lvl w:ilvl="0" w:tplc="6190312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7CDE133C"/>
    <w:multiLevelType w:val="hybridMultilevel"/>
    <w:tmpl w:val="9E2A3E8E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9"/>
  </w:num>
  <w:num w:numId="6">
    <w:abstractNumId w:val="10"/>
  </w:num>
  <w:num w:numId="7">
    <w:abstractNumId w:val="13"/>
  </w:num>
  <w:num w:numId="8">
    <w:abstractNumId w:val="12"/>
  </w:num>
  <w:num w:numId="9">
    <w:abstractNumId w:val="5"/>
  </w:num>
  <w:num w:numId="10">
    <w:abstractNumId w:val="4"/>
  </w:num>
  <w:num w:numId="11">
    <w:abstractNumId w:val="7"/>
  </w:num>
  <w:num w:numId="12">
    <w:abstractNumId w:val="11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C4"/>
    <w:rsid w:val="0002029E"/>
    <w:rsid w:val="00026FFE"/>
    <w:rsid w:val="000326D1"/>
    <w:rsid w:val="00054DF4"/>
    <w:rsid w:val="00057B8D"/>
    <w:rsid w:val="0006272A"/>
    <w:rsid w:val="0008105C"/>
    <w:rsid w:val="00090C9A"/>
    <w:rsid w:val="000A3B05"/>
    <w:rsid w:val="000B0363"/>
    <w:rsid w:val="000C29BC"/>
    <w:rsid w:val="000D1638"/>
    <w:rsid w:val="000D7921"/>
    <w:rsid w:val="000E2C10"/>
    <w:rsid w:val="00107410"/>
    <w:rsid w:val="00113288"/>
    <w:rsid w:val="00114DEF"/>
    <w:rsid w:val="0011768A"/>
    <w:rsid w:val="00117E3F"/>
    <w:rsid w:val="001222FD"/>
    <w:rsid w:val="001635DA"/>
    <w:rsid w:val="00165190"/>
    <w:rsid w:val="00177773"/>
    <w:rsid w:val="001800B5"/>
    <w:rsid w:val="00186CAA"/>
    <w:rsid w:val="001B145B"/>
    <w:rsid w:val="001C34EF"/>
    <w:rsid w:val="001C749E"/>
    <w:rsid w:val="001D47CD"/>
    <w:rsid w:val="001D7CF2"/>
    <w:rsid w:val="001E1FF7"/>
    <w:rsid w:val="001F4E0A"/>
    <w:rsid w:val="001F668C"/>
    <w:rsid w:val="00201969"/>
    <w:rsid w:val="002044EE"/>
    <w:rsid w:val="0021661E"/>
    <w:rsid w:val="00216BEF"/>
    <w:rsid w:val="00231E65"/>
    <w:rsid w:val="0024171E"/>
    <w:rsid w:val="0024361B"/>
    <w:rsid w:val="00251DD8"/>
    <w:rsid w:val="0025375B"/>
    <w:rsid w:val="0026084F"/>
    <w:rsid w:val="0026143A"/>
    <w:rsid w:val="002833C4"/>
    <w:rsid w:val="002C3CB8"/>
    <w:rsid w:val="002C4F88"/>
    <w:rsid w:val="002C7FA7"/>
    <w:rsid w:val="002E3865"/>
    <w:rsid w:val="00310207"/>
    <w:rsid w:val="00320EED"/>
    <w:rsid w:val="00326E12"/>
    <w:rsid w:val="00355C6A"/>
    <w:rsid w:val="00367FEF"/>
    <w:rsid w:val="00377856"/>
    <w:rsid w:val="00383444"/>
    <w:rsid w:val="00395CFD"/>
    <w:rsid w:val="003A4BFC"/>
    <w:rsid w:val="003D0D76"/>
    <w:rsid w:val="003D0F40"/>
    <w:rsid w:val="003D626C"/>
    <w:rsid w:val="003E2E5A"/>
    <w:rsid w:val="003E52AF"/>
    <w:rsid w:val="003E5A48"/>
    <w:rsid w:val="003F1A82"/>
    <w:rsid w:val="003F55CA"/>
    <w:rsid w:val="00423DE5"/>
    <w:rsid w:val="00427DC2"/>
    <w:rsid w:val="00431DFE"/>
    <w:rsid w:val="00433302"/>
    <w:rsid w:val="00453C00"/>
    <w:rsid w:val="00457142"/>
    <w:rsid w:val="00463DCE"/>
    <w:rsid w:val="00465137"/>
    <w:rsid w:val="00470044"/>
    <w:rsid w:val="0047119C"/>
    <w:rsid w:val="004716FE"/>
    <w:rsid w:val="004810E2"/>
    <w:rsid w:val="004940C0"/>
    <w:rsid w:val="004C1A0E"/>
    <w:rsid w:val="004C1A30"/>
    <w:rsid w:val="004C4BB8"/>
    <w:rsid w:val="004D7B68"/>
    <w:rsid w:val="004E2DA0"/>
    <w:rsid w:val="004E5324"/>
    <w:rsid w:val="004E7D5F"/>
    <w:rsid w:val="004F19B5"/>
    <w:rsid w:val="004F358F"/>
    <w:rsid w:val="0050101B"/>
    <w:rsid w:val="00502648"/>
    <w:rsid w:val="00511CAB"/>
    <w:rsid w:val="00515967"/>
    <w:rsid w:val="005173FD"/>
    <w:rsid w:val="005332EA"/>
    <w:rsid w:val="005422BA"/>
    <w:rsid w:val="00546318"/>
    <w:rsid w:val="00550EFA"/>
    <w:rsid w:val="00582B81"/>
    <w:rsid w:val="00594561"/>
    <w:rsid w:val="005B0830"/>
    <w:rsid w:val="005B0AD0"/>
    <w:rsid w:val="005B261F"/>
    <w:rsid w:val="005B4830"/>
    <w:rsid w:val="005B608B"/>
    <w:rsid w:val="005E1B43"/>
    <w:rsid w:val="005E3CE9"/>
    <w:rsid w:val="005E6F65"/>
    <w:rsid w:val="005F4726"/>
    <w:rsid w:val="006162D5"/>
    <w:rsid w:val="00616950"/>
    <w:rsid w:val="0062139C"/>
    <w:rsid w:val="006240AE"/>
    <w:rsid w:val="006328E8"/>
    <w:rsid w:val="00650F52"/>
    <w:rsid w:val="00665671"/>
    <w:rsid w:val="006666C4"/>
    <w:rsid w:val="00666778"/>
    <w:rsid w:val="00667987"/>
    <w:rsid w:val="00667D9E"/>
    <w:rsid w:val="0068172F"/>
    <w:rsid w:val="006E4EC8"/>
    <w:rsid w:val="007108E7"/>
    <w:rsid w:val="00713F40"/>
    <w:rsid w:val="007265FB"/>
    <w:rsid w:val="00732FA9"/>
    <w:rsid w:val="0075070B"/>
    <w:rsid w:val="0076629E"/>
    <w:rsid w:val="007720D3"/>
    <w:rsid w:val="0077281E"/>
    <w:rsid w:val="00774990"/>
    <w:rsid w:val="00780ACE"/>
    <w:rsid w:val="00792A2E"/>
    <w:rsid w:val="007A778F"/>
    <w:rsid w:val="007B1419"/>
    <w:rsid w:val="007B3F28"/>
    <w:rsid w:val="007B4802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3289"/>
    <w:rsid w:val="00816C7E"/>
    <w:rsid w:val="008279D1"/>
    <w:rsid w:val="00834C1C"/>
    <w:rsid w:val="00846483"/>
    <w:rsid w:val="008553AF"/>
    <w:rsid w:val="008604F6"/>
    <w:rsid w:val="00861E30"/>
    <w:rsid w:val="00865629"/>
    <w:rsid w:val="008A557F"/>
    <w:rsid w:val="008B2765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F2BDF"/>
    <w:rsid w:val="008F3C6B"/>
    <w:rsid w:val="009038E1"/>
    <w:rsid w:val="00903BFA"/>
    <w:rsid w:val="0092163C"/>
    <w:rsid w:val="009315AF"/>
    <w:rsid w:val="00940340"/>
    <w:rsid w:val="009419ED"/>
    <w:rsid w:val="009438B8"/>
    <w:rsid w:val="00955DA2"/>
    <w:rsid w:val="00965232"/>
    <w:rsid w:val="00965459"/>
    <w:rsid w:val="00991D21"/>
    <w:rsid w:val="009B68FE"/>
    <w:rsid w:val="009C3A68"/>
    <w:rsid w:val="009D3794"/>
    <w:rsid w:val="009D57F1"/>
    <w:rsid w:val="009E0001"/>
    <w:rsid w:val="009F31A0"/>
    <w:rsid w:val="00A01A14"/>
    <w:rsid w:val="00A118E1"/>
    <w:rsid w:val="00A14DE3"/>
    <w:rsid w:val="00A22A94"/>
    <w:rsid w:val="00A3252E"/>
    <w:rsid w:val="00A367BB"/>
    <w:rsid w:val="00A47DAE"/>
    <w:rsid w:val="00A50975"/>
    <w:rsid w:val="00A545D1"/>
    <w:rsid w:val="00A545F7"/>
    <w:rsid w:val="00A57F64"/>
    <w:rsid w:val="00A64968"/>
    <w:rsid w:val="00A773B9"/>
    <w:rsid w:val="00A8417F"/>
    <w:rsid w:val="00A90692"/>
    <w:rsid w:val="00A92017"/>
    <w:rsid w:val="00AF2D04"/>
    <w:rsid w:val="00B04879"/>
    <w:rsid w:val="00B22910"/>
    <w:rsid w:val="00B27D5E"/>
    <w:rsid w:val="00B4059A"/>
    <w:rsid w:val="00B42D92"/>
    <w:rsid w:val="00B46723"/>
    <w:rsid w:val="00B72050"/>
    <w:rsid w:val="00B87833"/>
    <w:rsid w:val="00B87A82"/>
    <w:rsid w:val="00B90165"/>
    <w:rsid w:val="00B9666D"/>
    <w:rsid w:val="00BA0EFD"/>
    <w:rsid w:val="00BA25E0"/>
    <w:rsid w:val="00BA39F2"/>
    <w:rsid w:val="00BA411D"/>
    <w:rsid w:val="00BA7B08"/>
    <w:rsid w:val="00BB4883"/>
    <w:rsid w:val="00BD3DF2"/>
    <w:rsid w:val="00BE2610"/>
    <w:rsid w:val="00BE2796"/>
    <w:rsid w:val="00BF1558"/>
    <w:rsid w:val="00C01925"/>
    <w:rsid w:val="00C13A35"/>
    <w:rsid w:val="00C26FF8"/>
    <w:rsid w:val="00C35426"/>
    <w:rsid w:val="00C42693"/>
    <w:rsid w:val="00C44432"/>
    <w:rsid w:val="00C50758"/>
    <w:rsid w:val="00C52D07"/>
    <w:rsid w:val="00C54B2C"/>
    <w:rsid w:val="00C73D0F"/>
    <w:rsid w:val="00C7529D"/>
    <w:rsid w:val="00C932F1"/>
    <w:rsid w:val="00C94ECD"/>
    <w:rsid w:val="00CA27DF"/>
    <w:rsid w:val="00CA490B"/>
    <w:rsid w:val="00CB06D0"/>
    <w:rsid w:val="00CB6E35"/>
    <w:rsid w:val="00CD6CFF"/>
    <w:rsid w:val="00CE6355"/>
    <w:rsid w:val="00CE7CBA"/>
    <w:rsid w:val="00CF5636"/>
    <w:rsid w:val="00D036CB"/>
    <w:rsid w:val="00D10066"/>
    <w:rsid w:val="00D17A03"/>
    <w:rsid w:val="00D4001C"/>
    <w:rsid w:val="00D65113"/>
    <w:rsid w:val="00D66360"/>
    <w:rsid w:val="00D66940"/>
    <w:rsid w:val="00D7079A"/>
    <w:rsid w:val="00D746B0"/>
    <w:rsid w:val="00D95676"/>
    <w:rsid w:val="00DB0B84"/>
    <w:rsid w:val="00DB4053"/>
    <w:rsid w:val="00DB566A"/>
    <w:rsid w:val="00DB5AA1"/>
    <w:rsid w:val="00DC673D"/>
    <w:rsid w:val="00DE08D6"/>
    <w:rsid w:val="00E003EE"/>
    <w:rsid w:val="00E05EEF"/>
    <w:rsid w:val="00E11C06"/>
    <w:rsid w:val="00E16E3F"/>
    <w:rsid w:val="00E370B5"/>
    <w:rsid w:val="00E46560"/>
    <w:rsid w:val="00E5436D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C1921"/>
    <w:rsid w:val="00ED0763"/>
    <w:rsid w:val="00ED3256"/>
    <w:rsid w:val="00ED6273"/>
    <w:rsid w:val="00EE1648"/>
    <w:rsid w:val="00EE3C29"/>
    <w:rsid w:val="00EF1024"/>
    <w:rsid w:val="00EF280B"/>
    <w:rsid w:val="00F06FCF"/>
    <w:rsid w:val="00F12AEB"/>
    <w:rsid w:val="00F13611"/>
    <w:rsid w:val="00F21DDC"/>
    <w:rsid w:val="00F26883"/>
    <w:rsid w:val="00F52BA0"/>
    <w:rsid w:val="00F563EB"/>
    <w:rsid w:val="00F56822"/>
    <w:rsid w:val="00F667DC"/>
    <w:rsid w:val="00F7679C"/>
    <w:rsid w:val="00F777BA"/>
    <w:rsid w:val="00F8202C"/>
    <w:rsid w:val="00F91208"/>
    <w:rsid w:val="00FA3BF8"/>
    <w:rsid w:val="00FA6978"/>
    <w:rsid w:val="00FC1F2C"/>
    <w:rsid w:val="00FC250D"/>
    <w:rsid w:val="00FC65D1"/>
    <w:rsid w:val="00FD62B3"/>
    <w:rsid w:val="00FD71FC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127F64"/>
  <w15:docId w15:val="{77B60257-F22F-4BA4-BEC7-D9D6F07E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5332EA"/>
    <w:pPr>
      <w:spacing w:after="40"/>
      <w:ind w:left="4956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paragraph" w:customStyle="1" w:styleId="Default">
    <w:name w:val="Default"/>
    <w:rsid w:val="00D4001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PGEtekstglowny">
    <w:name w:val="PGE_tekst_glowny"/>
    <w:basedOn w:val="Normalny"/>
    <w:rsid w:val="005B608B"/>
    <w:pPr>
      <w:spacing w:line="360" w:lineRule="auto"/>
      <w:jc w:val="both"/>
    </w:pPr>
    <w:rPr>
      <w:rFonts w:ascii="Times New Roman" w:hAnsi="Times New Roman"/>
      <w:color w:val="auto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92A2E"/>
    <w:pPr>
      <w:ind w:left="720"/>
      <w:contextualSpacing/>
    </w:pPr>
    <w:rPr>
      <w:rFonts w:ascii="Calibri" w:hAnsi="Calibri"/>
      <w:sz w:val="22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link w:val="Akapitzlist"/>
    <w:uiPriority w:val="34"/>
    <w:qFormat/>
    <w:rsid w:val="00991D21"/>
    <w:rPr>
      <w:rFonts w:ascii="Calibri" w:eastAsia="Times New Roman" w:hAnsi="Calibri"/>
      <w:color w:val="191919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2765"/>
    <w:pPr>
      <w:spacing w:line="240" w:lineRule="auto"/>
    </w:pPr>
    <w:rPr>
      <w:rFonts w:eastAsiaTheme="minorHAnsi" w:cstheme="minorBidi"/>
      <w:color w:val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276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2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.osobowe@pgedystrybucj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400068\Desktop\Papier%20firmowy%20-%20PGE%20Dystrybucja%20Centrala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A30D37274224D478FEEDFAF530393B5" ma:contentTypeVersion="0" ma:contentTypeDescription="SWPP2 Dokument bazowy" ma:contentTypeScope="" ma:versionID="021ba22b3781023c2a0d3769b0e8280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4041 - Załącznik nr 11 - Pełnomocnictwo P+W - właściciel firmy.docx</dmsv2BaseFileName>
    <dmsv2BaseDisplayName xmlns="http://schemas.microsoft.com/sharepoint/v3">4041 - Załącznik nr 11 - Pełnomocnictwo P+W - właściciel firmy</dmsv2BaseDisplayName>
    <dmsv2SWPP2ObjectNumber xmlns="http://schemas.microsoft.com/sharepoint/v3">POST/DYS/OB/LZA/04041/2023                        </dmsv2SWPP2ObjectNumber>
    <dmsv2SWPP2SumMD5 xmlns="http://schemas.microsoft.com/sharepoint/v3">e0056b0050293d8cee16ef30c726e4eb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608962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17148812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ARPUFTEV35RZ-1864520348-5044</_dlc_DocId>
    <_dlc_DocIdUrl xmlns="a19cb1c7-c5c7-46d4-85ae-d83685407bba">
      <Url>https://swpp2.dms.gkpge.pl/sites/24/_layouts/15/DocIdRedir.aspx?ID=ARPUFTEV35RZ-1864520348-5044</Url>
      <Description>ARPUFTEV35RZ-1864520348-5044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9C47A75-EC20-4120-9B44-F87D8DC25C01}"/>
</file>

<file path=customXml/itemProps2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3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2F114C-E3C7-47AE-97AF-81281E6E33B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75A069-9403-465E-AC02-89017FA6DDBB}"/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Dystrybucja Centrala.dotx</Template>
  <TotalTime>9</TotalTime>
  <Pages>5</Pages>
  <Words>1920</Words>
  <Characters>11521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PGE Dystrybucj S.A. - OB</vt:lpstr>
    </vt:vector>
  </TitlesOfParts>
  <Company>GK PGE</Company>
  <LinksUpToDate>false</LinksUpToDate>
  <CharactersWithSpaces>13415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PGE Dystrybucj S.A. - OB</dc:title>
  <dc:creator>Boczar Łukasz [PGE Dystrybucja S.A.]</dc:creator>
  <cp:lastModifiedBy>Mozolewski Karol [PGE Dystr. O.Białystok]</cp:lastModifiedBy>
  <cp:revision>10</cp:revision>
  <cp:lastPrinted>2022-06-30T08:10:00Z</cp:lastPrinted>
  <dcterms:created xsi:type="dcterms:W3CDTF">2023-07-14T10:35:00Z</dcterms:created>
  <dcterms:modified xsi:type="dcterms:W3CDTF">2023-07-14T11:00:00Z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0x0101891000AA30D37274224D478FEEDFAF530393B5</vt:lpwstr>
  </property>
  <property fmtid="{D5CDD505-2E9C-101B-9397-08002B2CF9AE}" pid="3" name="_dlc_DocIdItemGuid">
    <vt:lpwstr>cf4c11c5-3b1b-48a0-90e5-7189c6a41f91</vt:lpwstr>
  </property>
</Properties>
</file>